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5EE" w:rsidRDefault="006265EE" w:rsidP="00F83D9C">
      <w:pPr>
        <w:spacing w:line="360" w:lineRule="atLeast"/>
        <w:ind w:left="5670"/>
        <w:rPr>
          <w:rStyle w:val="FontStyle59"/>
        </w:rPr>
      </w:pPr>
      <w:r>
        <w:rPr>
          <w:rStyle w:val="FontStyle59"/>
        </w:rPr>
        <w:t>Приложение</w:t>
      </w:r>
    </w:p>
    <w:p w:rsidR="006265EE" w:rsidRDefault="006265EE" w:rsidP="00BA6851">
      <w:pPr>
        <w:pStyle w:val="Style37"/>
        <w:widowControl/>
        <w:tabs>
          <w:tab w:val="left" w:pos="2275"/>
        </w:tabs>
        <w:spacing w:line="360" w:lineRule="atLeast"/>
        <w:ind w:left="5670" w:firstLine="0"/>
        <w:jc w:val="both"/>
        <w:rPr>
          <w:rStyle w:val="FontStyle59"/>
        </w:rPr>
      </w:pPr>
      <w:r>
        <w:rPr>
          <w:rStyle w:val="FontStyle59"/>
        </w:rPr>
        <w:t xml:space="preserve">к постановлению администрации </w:t>
      </w:r>
      <w:r w:rsidRPr="00A95C4B">
        <w:rPr>
          <w:rStyle w:val="FontStyle59"/>
        </w:rPr>
        <w:t>Дальнереченского городского круга</w:t>
      </w:r>
      <w:r>
        <w:rPr>
          <w:rStyle w:val="FontStyle59"/>
        </w:rPr>
        <w:br/>
        <w:t>от «09» июня 2017 г. № 458</w:t>
      </w:r>
    </w:p>
    <w:p w:rsidR="006265EE" w:rsidRDefault="006265EE" w:rsidP="004A7EDA">
      <w:pPr>
        <w:spacing w:line="360" w:lineRule="atLeast"/>
        <w:rPr>
          <w:sz w:val="28"/>
          <w:szCs w:val="28"/>
        </w:rPr>
      </w:pPr>
    </w:p>
    <w:p w:rsidR="006265EE" w:rsidRDefault="006265EE" w:rsidP="004A7EDA">
      <w:pPr>
        <w:spacing w:line="360" w:lineRule="atLeast"/>
        <w:rPr>
          <w:sz w:val="28"/>
          <w:szCs w:val="28"/>
        </w:rPr>
      </w:pPr>
    </w:p>
    <w:p w:rsidR="006265EE" w:rsidRPr="001B7095" w:rsidRDefault="006265EE" w:rsidP="004A7EDA">
      <w:pPr>
        <w:pStyle w:val="Style38"/>
        <w:widowControl/>
        <w:spacing w:line="360" w:lineRule="atLeast"/>
        <w:ind w:firstLine="518"/>
        <w:jc w:val="center"/>
        <w:rPr>
          <w:rStyle w:val="FontStyle66"/>
          <w:sz w:val="28"/>
          <w:szCs w:val="28"/>
        </w:rPr>
      </w:pPr>
      <w:r w:rsidRPr="001B7095">
        <w:rPr>
          <w:rStyle w:val="FontStyle66"/>
          <w:sz w:val="28"/>
          <w:szCs w:val="28"/>
        </w:rPr>
        <w:t>ТЕХНИЧЕСКОЕ ЗАДАНИЕ</w:t>
      </w:r>
    </w:p>
    <w:p w:rsidR="006265EE" w:rsidRPr="00A46823" w:rsidRDefault="006265EE" w:rsidP="004A7EDA">
      <w:pPr>
        <w:pStyle w:val="Style38"/>
        <w:widowControl/>
        <w:spacing w:line="360" w:lineRule="atLeast"/>
        <w:ind w:firstLine="518"/>
        <w:jc w:val="center"/>
        <w:rPr>
          <w:rStyle w:val="FontStyle66"/>
        </w:rPr>
      </w:pPr>
      <w:r w:rsidRPr="00A46823">
        <w:rPr>
          <w:rStyle w:val="FontStyle66"/>
        </w:rPr>
        <w:t>на разработку Инвестиционной программы по реконструкции</w:t>
      </w:r>
      <w:r>
        <w:rPr>
          <w:rStyle w:val="FontStyle66"/>
        </w:rPr>
        <w:t xml:space="preserve"> и</w:t>
      </w:r>
      <w:r w:rsidRPr="00A46823">
        <w:rPr>
          <w:rStyle w:val="FontStyle66"/>
        </w:rPr>
        <w:t xml:space="preserve"> модернизации объектов холодного водоснабжения </w:t>
      </w:r>
      <w:r>
        <w:rPr>
          <w:rStyle w:val="FontStyle66"/>
        </w:rPr>
        <w:t xml:space="preserve">микрорайона «Графский» </w:t>
      </w:r>
      <w:r w:rsidRPr="00A46823">
        <w:rPr>
          <w:rStyle w:val="FontStyle66"/>
        </w:rPr>
        <w:t>Дальнереченского городского округа на 201</w:t>
      </w:r>
      <w:r>
        <w:rPr>
          <w:rStyle w:val="FontStyle66"/>
        </w:rPr>
        <w:t>8</w:t>
      </w:r>
      <w:r w:rsidRPr="00A46823">
        <w:rPr>
          <w:rStyle w:val="FontStyle66"/>
        </w:rPr>
        <w:t>-202</w:t>
      </w:r>
      <w:r>
        <w:rPr>
          <w:rStyle w:val="FontStyle66"/>
        </w:rPr>
        <w:t>0</w:t>
      </w:r>
      <w:r w:rsidRPr="00A46823">
        <w:rPr>
          <w:rStyle w:val="FontStyle66"/>
        </w:rPr>
        <w:t xml:space="preserve"> годы</w:t>
      </w:r>
    </w:p>
    <w:p w:rsidR="006265EE" w:rsidRDefault="006265EE" w:rsidP="004A7EDA">
      <w:pPr>
        <w:spacing w:line="360" w:lineRule="atLeast"/>
        <w:rPr>
          <w:sz w:val="28"/>
          <w:szCs w:val="28"/>
        </w:rPr>
      </w:pPr>
    </w:p>
    <w:p w:rsidR="006265EE" w:rsidRDefault="006265EE" w:rsidP="004A7EDA">
      <w:pPr>
        <w:pStyle w:val="Style34"/>
        <w:widowControl/>
        <w:spacing w:line="360" w:lineRule="atLeast"/>
        <w:ind w:left="5" w:right="43" w:firstLine="706"/>
        <w:rPr>
          <w:rStyle w:val="FontStyle59"/>
        </w:rPr>
      </w:pPr>
      <w:r>
        <w:rPr>
          <w:rStyle w:val="FontStyle66"/>
        </w:rPr>
        <w:t xml:space="preserve">Заказчик Инвестиционной программы: </w:t>
      </w:r>
      <w:r>
        <w:rPr>
          <w:rStyle w:val="FontStyle59"/>
        </w:rPr>
        <w:t xml:space="preserve">Администрация </w:t>
      </w:r>
      <w:r w:rsidRPr="00A95C4B">
        <w:rPr>
          <w:rStyle w:val="FontStyle59"/>
        </w:rPr>
        <w:t>Дальнереченского городского круга</w:t>
      </w:r>
      <w:r>
        <w:rPr>
          <w:rStyle w:val="FontStyle59"/>
        </w:rPr>
        <w:t xml:space="preserve"> Приморского края.</w:t>
      </w:r>
    </w:p>
    <w:p w:rsidR="006265EE" w:rsidRDefault="006265EE" w:rsidP="004A7EDA">
      <w:pPr>
        <w:pStyle w:val="Style34"/>
        <w:widowControl/>
        <w:spacing w:line="360" w:lineRule="atLeast"/>
        <w:ind w:right="38" w:firstLine="710"/>
        <w:rPr>
          <w:rStyle w:val="FontStyle59"/>
        </w:rPr>
      </w:pPr>
      <w:r>
        <w:rPr>
          <w:rStyle w:val="FontStyle66"/>
        </w:rPr>
        <w:t xml:space="preserve">Разработчик Инвестиционной программы: </w:t>
      </w:r>
      <w:r>
        <w:rPr>
          <w:rStyle w:val="FontStyle59"/>
        </w:rPr>
        <w:t>Краевое государственное унитарное предприятие «Примтеплоэнерго» (КГУП «Примтеплоэнерго»).</w:t>
      </w:r>
    </w:p>
    <w:p w:rsidR="006265EE" w:rsidRDefault="006265EE" w:rsidP="004A7EDA">
      <w:pPr>
        <w:pStyle w:val="Style8"/>
        <w:widowControl/>
        <w:spacing w:line="360" w:lineRule="atLeast"/>
        <w:ind w:left="355"/>
        <w:jc w:val="center"/>
        <w:rPr>
          <w:sz w:val="20"/>
          <w:szCs w:val="20"/>
        </w:rPr>
      </w:pPr>
    </w:p>
    <w:p w:rsidR="006265EE" w:rsidRPr="00AD483D" w:rsidRDefault="006265EE" w:rsidP="00B80EE5">
      <w:pPr>
        <w:pStyle w:val="Style8"/>
        <w:widowControl/>
        <w:numPr>
          <w:ilvl w:val="0"/>
          <w:numId w:val="30"/>
        </w:numPr>
        <w:spacing w:before="82" w:line="360" w:lineRule="atLeast"/>
        <w:ind w:left="0" w:firstLine="0"/>
        <w:jc w:val="left"/>
        <w:rPr>
          <w:rStyle w:val="FontStyle59"/>
          <w:b/>
          <w:bCs/>
        </w:rPr>
      </w:pPr>
      <w:r w:rsidRPr="00AD483D">
        <w:rPr>
          <w:rStyle w:val="FontStyle59"/>
          <w:b/>
          <w:bCs/>
        </w:rPr>
        <w:t>Основание для разработки инвестиционной программы</w:t>
      </w:r>
    </w:p>
    <w:p w:rsidR="006265EE" w:rsidRPr="008C3404" w:rsidRDefault="006265EE" w:rsidP="008C3404">
      <w:pPr>
        <w:pStyle w:val="Style34"/>
        <w:widowControl/>
        <w:spacing w:line="360" w:lineRule="atLeast"/>
        <w:ind w:right="10" w:firstLine="725"/>
        <w:rPr>
          <w:rStyle w:val="FontStyle59"/>
        </w:rPr>
      </w:pPr>
      <w:r>
        <w:rPr>
          <w:rStyle w:val="FontStyle59"/>
        </w:rPr>
        <w:t>1.1. Федеральный Закон от 07.12.2011 г. № 416-ФЗ «О водоснабжении и водоотведении».</w:t>
      </w:r>
    </w:p>
    <w:p w:rsidR="006265EE" w:rsidRPr="008C3404" w:rsidRDefault="006265EE" w:rsidP="008C3404">
      <w:pPr>
        <w:pStyle w:val="Style34"/>
        <w:widowControl/>
        <w:spacing w:line="360" w:lineRule="atLeast"/>
        <w:ind w:right="10" w:firstLine="725"/>
        <w:rPr>
          <w:rStyle w:val="FontStyle59"/>
        </w:rPr>
      </w:pPr>
      <w:r>
        <w:rPr>
          <w:rStyle w:val="FontStyle59"/>
        </w:rPr>
        <w:t>1.2. Федеральный закон от 30.12.2004 г. № 210-ФЗ «Об основах регулирования тарифов организаций коммунального комплекса».</w:t>
      </w:r>
    </w:p>
    <w:p w:rsidR="006265EE" w:rsidRDefault="006265EE" w:rsidP="008C3404">
      <w:pPr>
        <w:pStyle w:val="Style34"/>
        <w:widowControl/>
        <w:spacing w:line="360" w:lineRule="atLeast"/>
        <w:ind w:right="10" w:firstLine="725"/>
        <w:rPr>
          <w:rStyle w:val="FontStyle59"/>
        </w:rPr>
      </w:pPr>
      <w:r>
        <w:rPr>
          <w:rStyle w:val="FontStyle59"/>
        </w:rPr>
        <w:t>1.3. Федеральный закон от 23.11.2009 г.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</w:r>
    </w:p>
    <w:p w:rsidR="006265EE" w:rsidRPr="004A7EDA" w:rsidRDefault="006265EE" w:rsidP="008C3404">
      <w:pPr>
        <w:pStyle w:val="Style34"/>
        <w:widowControl/>
        <w:spacing w:line="360" w:lineRule="atLeast"/>
        <w:ind w:right="10" w:firstLine="725"/>
        <w:rPr>
          <w:rStyle w:val="FontStyle59"/>
        </w:rPr>
      </w:pPr>
      <w:r>
        <w:rPr>
          <w:rStyle w:val="FontStyle59"/>
        </w:rPr>
        <w:t xml:space="preserve">1.4. Постановление правительства Российской Федерации от 29 июля 2013 года № 641 «Об инвестиционных и производственных программах организаций, </w:t>
      </w:r>
      <w:r w:rsidRPr="004A7EDA">
        <w:rPr>
          <w:rStyle w:val="FontStyle59"/>
        </w:rPr>
        <w:t>осуществляющих деятельность в сфере водоснабжения и водоотведения»</w:t>
      </w:r>
      <w:r>
        <w:rPr>
          <w:rStyle w:val="FontStyle59"/>
        </w:rPr>
        <w:t>.</w:t>
      </w:r>
    </w:p>
    <w:p w:rsidR="006265EE" w:rsidRPr="004A7EDA" w:rsidRDefault="006265EE" w:rsidP="008C3404">
      <w:pPr>
        <w:pStyle w:val="Style34"/>
        <w:widowControl/>
        <w:spacing w:line="360" w:lineRule="atLeast"/>
        <w:ind w:right="10" w:firstLine="725"/>
        <w:rPr>
          <w:rStyle w:val="FontStyle59"/>
        </w:rPr>
      </w:pPr>
      <w:r>
        <w:rPr>
          <w:rStyle w:val="FontStyle59"/>
        </w:rPr>
        <w:t xml:space="preserve">1.5. </w:t>
      </w:r>
      <w:r w:rsidRPr="004A7EDA">
        <w:rPr>
          <w:rStyle w:val="FontStyle59"/>
        </w:rPr>
        <w:t>Схема водоснабжения Дальнереченского городского круга на 201</w:t>
      </w:r>
      <w:r>
        <w:rPr>
          <w:rStyle w:val="FontStyle59"/>
        </w:rPr>
        <w:t>4</w:t>
      </w:r>
      <w:r w:rsidRPr="004A7EDA">
        <w:rPr>
          <w:rStyle w:val="FontStyle59"/>
        </w:rPr>
        <w:t>-20</w:t>
      </w:r>
      <w:r>
        <w:rPr>
          <w:rStyle w:val="FontStyle59"/>
        </w:rPr>
        <w:t>25 гг.</w:t>
      </w:r>
    </w:p>
    <w:p w:rsidR="006265EE" w:rsidRPr="008C3404" w:rsidRDefault="006265EE" w:rsidP="008C3404">
      <w:pPr>
        <w:pStyle w:val="Style34"/>
        <w:widowControl/>
        <w:spacing w:line="360" w:lineRule="atLeast"/>
        <w:ind w:right="10" w:firstLine="725"/>
        <w:rPr>
          <w:rStyle w:val="FontStyle59"/>
        </w:rPr>
      </w:pPr>
    </w:p>
    <w:p w:rsidR="006265EE" w:rsidRPr="000D1BEB" w:rsidRDefault="006265EE" w:rsidP="00B80EE5">
      <w:pPr>
        <w:pStyle w:val="Style8"/>
        <w:widowControl/>
        <w:numPr>
          <w:ilvl w:val="0"/>
          <w:numId w:val="30"/>
        </w:numPr>
        <w:spacing w:before="82" w:line="360" w:lineRule="atLeast"/>
        <w:ind w:left="0" w:firstLine="0"/>
        <w:jc w:val="left"/>
        <w:rPr>
          <w:rStyle w:val="FontStyle59"/>
          <w:b/>
          <w:bCs/>
        </w:rPr>
      </w:pPr>
      <w:r w:rsidRPr="000D1BEB">
        <w:rPr>
          <w:rStyle w:val="FontStyle59"/>
          <w:b/>
          <w:bCs/>
        </w:rPr>
        <w:t>Цели и задачи разработки и реализации инвестиционной программы</w:t>
      </w:r>
    </w:p>
    <w:p w:rsidR="006265EE" w:rsidRDefault="006265EE" w:rsidP="004A7EDA">
      <w:pPr>
        <w:pStyle w:val="Style34"/>
        <w:widowControl/>
        <w:spacing w:line="360" w:lineRule="atLeast"/>
        <w:ind w:right="10" w:firstLine="725"/>
        <w:rPr>
          <w:rStyle w:val="FontStyle59"/>
        </w:rPr>
      </w:pPr>
      <w:r w:rsidRPr="004A7EDA">
        <w:rPr>
          <w:rStyle w:val="FontStyle59"/>
        </w:rPr>
        <w:t>2.1.Основные</w:t>
      </w:r>
      <w:r>
        <w:rPr>
          <w:rStyle w:val="FontStyle59"/>
        </w:rPr>
        <w:t xml:space="preserve"> цели разработки инвестиционной программы по реконструкции, и модернизации ремонту объектов холодного водоснабжения микрорайона «Графский» </w:t>
      </w:r>
      <w:r w:rsidRPr="00A95C4B">
        <w:rPr>
          <w:rStyle w:val="FontStyle59"/>
        </w:rPr>
        <w:t>Дальнереченского городского круга</w:t>
      </w:r>
      <w:r>
        <w:rPr>
          <w:rStyle w:val="FontStyle59"/>
        </w:rPr>
        <w:t xml:space="preserve"> на 2018-2020 гг. (далее - инвестиционная программа):</w:t>
      </w:r>
    </w:p>
    <w:p w:rsidR="006265EE" w:rsidRDefault="006265EE" w:rsidP="004A7EDA">
      <w:pPr>
        <w:pStyle w:val="Style34"/>
        <w:widowControl/>
        <w:spacing w:line="360" w:lineRule="atLeast"/>
        <w:ind w:right="43" w:firstLine="720"/>
        <w:rPr>
          <w:rStyle w:val="FontStyle59"/>
        </w:rPr>
      </w:pPr>
      <w:r>
        <w:rPr>
          <w:rStyle w:val="FontStyle59"/>
        </w:rPr>
        <w:t xml:space="preserve">2.1.1.Обеспечение развития систем и объектов холодного водоснабжения </w:t>
      </w:r>
      <w:bookmarkStart w:id="0" w:name="_GoBack"/>
      <w:bookmarkEnd w:id="0"/>
      <w:r>
        <w:rPr>
          <w:rStyle w:val="FontStyle59"/>
        </w:rPr>
        <w:t xml:space="preserve">в соответствии с потребностями жилищного и промышленного строительства на территории </w:t>
      </w:r>
      <w:r w:rsidRPr="00A95C4B">
        <w:rPr>
          <w:rStyle w:val="FontStyle59"/>
        </w:rPr>
        <w:t>Дальнереченского городского круга</w:t>
      </w:r>
      <w:r>
        <w:rPr>
          <w:rStyle w:val="FontStyle59"/>
        </w:rPr>
        <w:t xml:space="preserve"> на 2018-2020 гг.</w:t>
      </w:r>
    </w:p>
    <w:p w:rsidR="006265EE" w:rsidRDefault="006265EE" w:rsidP="000D1BEB">
      <w:pPr>
        <w:pStyle w:val="Style41"/>
        <w:widowControl/>
        <w:tabs>
          <w:tab w:val="left" w:pos="1560"/>
        </w:tabs>
        <w:spacing w:line="360" w:lineRule="atLeast"/>
        <w:ind w:left="730" w:firstLine="0"/>
        <w:jc w:val="left"/>
        <w:rPr>
          <w:rStyle w:val="FontStyle59"/>
        </w:rPr>
      </w:pPr>
      <w:r>
        <w:rPr>
          <w:rStyle w:val="FontStyle59"/>
        </w:rPr>
        <w:t>2.1.2. Повышение качества питьевого водоснабжения.</w:t>
      </w:r>
    </w:p>
    <w:p w:rsidR="006265EE" w:rsidRDefault="006265EE" w:rsidP="000D1BEB">
      <w:pPr>
        <w:pStyle w:val="Style41"/>
        <w:widowControl/>
        <w:tabs>
          <w:tab w:val="left" w:pos="1430"/>
        </w:tabs>
        <w:spacing w:line="360" w:lineRule="atLeast"/>
        <w:ind w:left="735" w:right="29" w:firstLine="0"/>
        <w:rPr>
          <w:rStyle w:val="FontStyle59"/>
        </w:rPr>
      </w:pPr>
      <w:r w:rsidRPr="000D1BEB">
        <w:rPr>
          <w:rStyle w:val="FontStyle59"/>
        </w:rPr>
        <w:t xml:space="preserve">2.1.3. </w:t>
      </w:r>
      <w:r>
        <w:rPr>
          <w:rStyle w:val="FontStyle59"/>
        </w:rPr>
        <w:t>Повышение надежности работы системы холодного водоснабжения.</w:t>
      </w:r>
    </w:p>
    <w:p w:rsidR="006265EE" w:rsidRDefault="006265EE" w:rsidP="000D1BEB">
      <w:pPr>
        <w:pStyle w:val="Style34"/>
        <w:widowControl/>
        <w:spacing w:line="360" w:lineRule="atLeast"/>
        <w:ind w:right="43" w:firstLine="720"/>
        <w:rPr>
          <w:rStyle w:val="FontStyle59"/>
        </w:rPr>
      </w:pPr>
      <w:r w:rsidRPr="000D1BEB">
        <w:rPr>
          <w:rStyle w:val="FontStyle59"/>
        </w:rPr>
        <w:t xml:space="preserve">2.1.4. </w:t>
      </w:r>
      <w:r>
        <w:rPr>
          <w:rStyle w:val="FontStyle59"/>
        </w:rPr>
        <w:t>Обеспечение рационального использования энергоресурсов, направленных на сокращение объемов потерь при подъеме и передаче (транспортировке) воды, создание резервных энергетических мощностей и запасов энергетических ресурсов.</w:t>
      </w:r>
    </w:p>
    <w:p w:rsidR="006265EE" w:rsidRDefault="006265EE" w:rsidP="000D1BEB">
      <w:pPr>
        <w:pStyle w:val="Style34"/>
        <w:widowControl/>
        <w:spacing w:line="360" w:lineRule="atLeast"/>
        <w:ind w:right="43" w:firstLine="720"/>
        <w:rPr>
          <w:rStyle w:val="FontStyle59"/>
        </w:rPr>
      </w:pPr>
      <w:r w:rsidRPr="000D1BEB">
        <w:rPr>
          <w:rStyle w:val="FontStyle59"/>
        </w:rPr>
        <w:t>2</w:t>
      </w:r>
      <w:r w:rsidRPr="009531EC">
        <w:rPr>
          <w:rStyle w:val="FontStyle59"/>
        </w:rPr>
        <w:t>.</w:t>
      </w:r>
      <w:r w:rsidRPr="000D1BEB">
        <w:rPr>
          <w:rStyle w:val="FontStyle59"/>
        </w:rPr>
        <w:t>1</w:t>
      </w:r>
      <w:r w:rsidRPr="009531EC">
        <w:rPr>
          <w:rStyle w:val="FontStyle59"/>
        </w:rPr>
        <w:t>.</w:t>
      </w:r>
      <w:r w:rsidRPr="000D1BEB">
        <w:rPr>
          <w:rStyle w:val="FontStyle59"/>
        </w:rPr>
        <w:t xml:space="preserve">5. </w:t>
      </w:r>
      <w:r>
        <w:rPr>
          <w:rStyle w:val="FontStyle59"/>
        </w:rPr>
        <w:t>В результате реализации инвестиционной программы должны быть достигнуты следующие значения целевых показателей и индикаторов:</w:t>
      </w:r>
    </w:p>
    <w:p w:rsidR="006265EE" w:rsidRDefault="006265EE" w:rsidP="0013344B">
      <w:pPr>
        <w:pStyle w:val="Style3"/>
        <w:widowControl/>
        <w:ind w:left="57" w:right="142"/>
        <w:rPr>
          <w:sz w:val="20"/>
          <w:szCs w:val="20"/>
        </w:rPr>
      </w:pPr>
    </w:p>
    <w:p w:rsidR="006265EE" w:rsidRDefault="006265EE" w:rsidP="0013344B">
      <w:pPr>
        <w:pStyle w:val="Style3"/>
        <w:widowControl/>
        <w:ind w:left="57" w:right="142"/>
        <w:rPr>
          <w:rStyle w:val="FontStyle66"/>
        </w:rPr>
      </w:pPr>
      <w:r>
        <w:rPr>
          <w:rStyle w:val="FontStyle66"/>
        </w:rPr>
        <w:t>Показатели и индикаторы для разработки инвестиционной программы по реконструкции и модернизации объектов холодного водоснабжения Дальнереченского городского округа на 2018-2020 годы</w:t>
      </w:r>
    </w:p>
    <w:p w:rsidR="006265EE" w:rsidRPr="004A7EDA" w:rsidRDefault="006265EE" w:rsidP="00C3175B">
      <w:pPr>
        <w:pStyle w:val="Style3"/>
        <w:widowControl/>
        <w:ind w:left="57" w:right="142"/>
        <w:jc w:val="right"/>
        <w:rPr>
          <w:rStyle w:val="FontStyle66"/>
        </w:rPr>
      </w:pPr>
      <w:r>
        <w:rPr>
          <w:rStyle w:val="FontStyle66"/>
        </w:rPr>
        <w:t>(Табл.1)</w:t>
      </w:r>
    </w:p>
    <w:tbl>
      <w:tblPr>
        <w:tblW w:w="9850" w:type="dxa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15"/>
        <w:gridCol w:w="15"/>
        <w:gridCol w:w="3686"/>
        <w:gridCol w:w="15"/>
        <w:gridCol w:w="983"/>
        <w:gridCol w:w="15"/>
        <w:gridCol w:w="2102"/>
        <w:gridCol w:w="20"/>
        <w:gridCol w:w="2284"/>
        <w:gridCol w:w="15"/>
      </w:tblGrid>
      <w:tr w:rsidR="006265EE">
        <w:trPr>
          <w:gridAfter w:val="1"/>
          <w:wAfter w:w="15" w:type="dxa"/>
          <w:trHeight w:hRule="exact" w:val="346"/>
        </w:trPr>
        <w:tc>
          <w:tcPr>
            <w:tcW w:w="7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65EE" w:rsidRPr="007564AF" w:rsidRDefault="006265EE" w:rsidP="004A7EDA">
            <w:pPr>
              <w:pStyle w:val="Style48"/>
              <w:widowControl/>
              <w:jc w:val="center"/>
              <w:rPr>
                <w:rStyle w:val="FontStyle70"/>
              </w:rPr>
            </w:pPr>
            <w:r w:rsidRPr="007564AF">
              <w:rPr>
                <w:rStyle w:val="FontStyle70"/>
              </w:rPr>
              <w:t>№</w:t>
            </w:r>
          </w:p>
          <w:p w:rsidR="006265EE" w:rsidRPr="007564AF" w:rsidRDefault="006265EE" w:rsidP="004A7EDA">
            <w:pPr>
              <w:pStyle w:val="Style46"/>
              <w:widowControl/>
              <w:spacing w:line="240" w:lineRule="auto"/>
              <w:rPr>
                <w:rStyle w:val="FontStyle59"/>
              </w:rPr>
            </w:pPr>
            <w:r w:rsidRPr="007564AF">
              <w:rPr>
                <w:rStyle w:val="FontStyle59"/>
              </w:rPr>
              <w:t>п/п</w:t>
            </w:r>
          </w:p>
        </w:tc>
        <w:tc>
          <w:tcPr>
            <w:tcW w:w="370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65EE" w:rsidRPr="007564AF" w:rsidRDefault="006265EE" w:rsidP="004A7EDA">
            <w:pPr>
              <w:pStyle w:val="Style46"/>
              <w:widowControl/>
              <w:spacing w:line="240" w:lineRule="auto"/>
              <w:ind w:left="1037"/>
              <w:jc w:val="left"/>
              <w:rPr>
                <w:rStyle w:val="FontStyle59"/>
              </w:rPr>
            </w:pPr>
            <w:r w:rsidRPr="007564AF">
              <w:rPr>
                <w:rStyle w:val="FontStyle59"/>
              </w:rPr>
              <w:t>Показатели</w:t>
            </w:r>
          </w:p>
        </w:tc>
        <w:tc>
          <w:tcPr>
            <w:tcW w:w="99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65EE" w:rsidRPr="007564AF" w:rsidRDefault="006265EE" w:rsidP="00A46823">
            <w:pPr>
              <w:pStyle w:val="Style46"/>
              <w:widowControl/>
              <w:spacing w:line="240" w:lineRule="auto"/>
              <w:rPr>
                <w:rStyle w:val="FontStyle59"/>
              </w:rPr>
            </w:pPr>
            <w:r w:rsidRPr="007564AF">
              <w:rPr>
                <w:rStyle w:val="FontStyle59"/>
              </w:rPr>
              <w:t>Едини-ца</w:t>
            </w:r>
            <w:r>
              <w:rPr>
                <w:rStyle w:val="FontStyle59"/>
              </w:rPr>
              <w:t xml:space="preserve"> </w:t>
            </w:r>
            <w:r w:rsidRPr="007564AF">
              <w:rPr>
                <w:rStyle w:val="FontStyle59"/>
              </w:rPr>
              <w:t>изме-рения</w:t>
            </w:r>
          </w:p>
        </w:tc>
        <w:tc>
          <w:tcPr>
            <w:tcW w:w="44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65EE" w:rsidRPr="007564AF" w:rsidRDefault="006265EE" w:rsidP="004A7EDA">
            <w:pPr>
              <w:pStyle w:val="Style46"/>
              <w:widowControl/>
              <w:spacing w:line="240" w:lineRule="auto"/>
              <w:rPr>
                <w:rStyle w:val="FontStyle59"/>
              </w:rPr>
            </w:pPr>
            <w:r w:rsidRPr="007564AF">
              <w:rPr>
                <w:rStyle w:val="FontStyle59"/>
              </w:rPr>
              <w:t>Период</w:t>
            </w:r>
          </w:p>
        </w:tc>
      </w:tr>
      <w:tr w:rsidR="006265EE">
        <w:trPr>
          <w:gridAfter w:val="1"/>
          <w:wAfter w:w="15" w:type="dxa"/>
          <w:trHeight w:hRule="exact" w:val="355"/>
        </w:trPr>
        <w:tc>
          <w:tcPr>
            <w:tcW w:w="7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65EE" w:rsidRDefault="006265EE" w:rsidP="004A7EDA">
            <w:pPr>
              <w:rPr>
                <w:rStyle w:val="FontStyle59"/>
              </w:rPr>
            </w:pPr>
          </w:p>
          <w:p w:rsidR="006265EE" w:rsidRDefault="006265EE" w:rsidP="004A7EDA">
            <w:pPr>
              <w:rPr>
                <w:rStyle w:val="FontStyle59"/>
              </w:rPr>
            </w:pPr>
          </w:p>
        </w:tc>
        <w:tc>
          <w:tcPr>
            <w:tcW w:w="370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65EE" w:rsidRDefault="006265EE" w:rsidP="004A7EDA">
            <w:pPr>
              <w:rPr>
                <w:rStyle w:val="FontStyle59"/>
              </w:rPr>
            </w:pPr>
          </w:p>
          <w:p w:rsidR="006265EE" w:rsidRDefault="006265EE" w:rsidP="004A7EDA">
            <w:pPr>
              <w:rPr>
                <w:rStyle w:val="FontStyle59"/>
              </w:rPr>
            </w:pPr>
          </w:p>
        </w:tc>
        <w:tc>
          <w:tcPr>
            <w:tcW w:w="998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65EE" w:rsidRDefault="006265EE" w:rsidP="004A7EDA">
            <w:pPr>
              <w:rPr>
                <w:rStyle w:val="FontStyle59"/>
              </w:rPr>
            </w:pPr>
          </w:p>
          <w:p w:rsidR="006265EE" w:rsidRDefault="006265EE" w:rsidP="004A7EDA">
            <w:pPr>
              <w:rPr>
                <w:rStyle w:val="FontStyle59"/>
              </w:rPr>
            </w:pPr>
          </w:p>
        </w:tc>
        <w:tc>
          <w:tcPr>
            <w:tcW w:w="21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5EE" w:rsidRPr="007564AF" w:rsidRDefault="006265EE" w:rsidP="003D4C76">
            <w:pPr>
              <w:pStyle w:val="Style46"/>
              <w:widowControl/>
              <w:spacing w:line="240" w:lineRule="auto"/>
              <w:rPr>
                <w:rStyle w:val="FontStyle59"/>
              </w:rPr>
            </w:pPr>
            <w:r w:rsidRPr="007564AF">
              <w:rPr>
                <w:rStyle w:val="FontStyle59"/>
              </w:rPr>
              <w:t>2018 год</w:t>
            </w:r>
          </w:p>
        </w:tc>
        <w:tc>
          <w:tcPr>
            <w:tcW w:w="2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5EE" w:rsidRPr="007564AF" w:rsidRDefault="006265EE" w:rsidP="003D4C76">
            <w:pPr>
              <w:pStyle w:val="Style46"/>
              <w:widowControl/>
              <w:spacing w:line="240" w:lineRule="auto"/>
              <w:rPr>
                <w:rStyle w:val="FontStyle59"/>
              </w:rPr>
            </w:pPr>
            <w:r w:rsidRPr="007564AF">
              <w:rPr>
                <w:rStyle w:val="FontStyle59"/>
              </w:rPr>
              <w:t>2020 год</w:t>
            </w:r>
          </w:p>
        </w:tc>
      </w:tr>
      <w:tr w:rsidR="006265EE">
        <w:trPr>
          <w:gridAfter w:val="1"/>
          <w:wAfter w:w="15" w:type="dxa"/>
          <w:trHeight w:hRule="exact" w:val="648"/>
        </w:trPr>
        <w:tc>
          <w:tcPr>
            <w:tcW w:w="7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5EE" w:rsidRDefault="006265EE" w:rsidP="004A7EDA">
            <w:pPr>
              <w:rPr>
                <w:rStyle w:val="FontStyle59"/>
              </w:rPr>
            </w:pPr>
          </w:p>
          <w:p w:rsidR="006265EE" w:rsidRDefault="006265EE" w:rsidP="004A7EDA">
            <w:pPr>
              <w:rPr>
                <w:rStyle w:val="FontStyle59"/>
              </w:rPr>
            </w:pPr>
          </w:p>
        </w:tc>
        <w:tc>
          <w:tcPr>
            <w:tcW w:w="370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5EE" w:rsidRDefault="006265EE" w:rsidP="004A7EDA">
            <w:pPr>
              <w:rPr>
                <w:rStyle w:val="FontStyle59"/>
              </w:rPr>
            </w:pPr>
          </w:p>
          <w:p w:rsidR="006265EE" w:rsidRDefault="006265EE" w:rsidP="004A7EDA">
            <w:pPr>
              <w:rPr>
                <w:rStyle w:val="FontStyle59"/>
              </w:rPr>
            </w:pPr>
          </w:p>
        </w:tc>
        <w:tc>
          <w:tcPr>
            <w:tcW w:w="998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5EE" w:rsidRDefault="006265EE" w:rsidP="004A7EDA">
            <w:pPr>
              <w:rPr>
                <w:rStyle w:val="FontStyle59"/>
              </w:rPr>
            </w:pPr>
          </w:p>
          <w:p w:rsidR="006265EE" w:rsidRDefault="006265EE" w:rsidP="004A7EDA">
            <w:pPr>
              <w:rPr>
                <w:rStyle w:val="FontStyle59"/>
              </w:rPr>
            </w:pPr>
          </w:p>
        </w:tc>
        <w:tc>
          <w:tcPr>
            <w:tcW w:w="21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5EE" w:rsidRPr="007564AF" w:rsidRDefault="006265EE" w:rsidP="004A7EDA">
            <w:pPr>
              <w:pStyle w:val="Style46"/>
              <w:widowControl/>
              <w:spacing w:line="240" w:lineRule="auto"/>
              <w:ind w:left="456" w:right="475"/>
              <w:rPr>
                <w:rStyle w:val="FontStyle59"/>
              </w:rPr>
            </w:pPr>
            <w:r w:rsidRPr="007564AF">
              <w:rPr>
                <w:rStyle w:val="FontStyle59"/>
              </w:rPr>
              <w:t>начало периода</w:t>
            </w:r>
          </w:p>
        </w:tc>
        <w:tc>
          <w:tcPr>
            <w:tcW w:w="2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5EE" w:rsidRPr="007564AF" w:rsidRDefault="006265EE" w:rsidP="004A7EDA">
            <w:pPr>
              <w:pStyle w:val="Style46"/>
              <w:widowControl/>
              <w:spacing w:line="240" w:lineRule="auto"/>
              <w:ind w:left="538" w:right="571"/>
              <w:rPr>
                <w:rStyle w:val="FontStyle59"/>
              </w:rPr>
            </w:pPr>
            <w:r w:rsidRPr="007564AF">
              <w:rPr>
                <w:rStyle w:val="FontStyle59"/>
              </w:rPr>
              <w:t>конец периода</w:t>
            </w:r>
          </w:p>
        </w:tc>
      </w:tr>
      <w:tr w:rsidR="006265EE">
        <w:trPr>
          <w:gridAfter w:val="1"/>
          <w:wAfter w:w="15" w:type="dxa"/>
          <w:trHeight w:hRule="exact" w:val="331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5EE" w:rsidRPr="007564AF" w:rsidRDefault="006265EE" w:rsidP="004A7EDA">
            <w:pPr>
              <w:pStyle w:val="Style46"/>
              <w:widowControl/>
              <w:spacing w:line="240" w:lineRule="auto"/>
              <w:rPr>
                <w:rStyle w:val="FontStyle59"/>
              </w:rPr>
            </w:pPr>
            <w:r w:rsidRPr="007564AF">
              <w:rPr>
                <w:rStyle w:val="FontStyle59"/>
              </w:rPr>
              <w:t>1</w:t>
            </w:r>
          </w:p>
        </w:tc>
        <w:tc>
          <w:tcPr>
            <w:tcW w:w="3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5EE" w:rsidRPr="007564AF" w:rsidRDefault="006265EE" w:rsidP="004A7EDA">
            <w:pPr>
              <w:pStyle w:val="Style46"/>
              <w:widowControl/>
              <w:spacing w:line="240" w:lineRule="auto"/>
              <w:ind w:left="1666"/>
              <w:jc w:val="left"/>
              <w:rPr>
                <w:rStyle w:val="FontStyle59"/>
              </w:rPr>
            </w:pPr>
            <w:r w:rsidRPr="007564AF">
              <w:rPr>
                <w:rStyle w:val="FontStyle59"/>
              </w:rPr>
              <w:t>2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5EE" w:rsidRPr="007564AF" w:rsidRDefault="006265EE" w:rsidP="004A7EDA">
            <w:pPr>
              <w:pStyle w:val="Style46"/>
              <w:widowControl/>
              <w:spacing w:line="240" w:lineRule="auto"/>
              <w:rPr>
                <w:rStyle w:val="FontStyle59"/>
              </w:rPr>
            </w:pPr>
            <w:r w:rsidRPr="007564AF">
              <w:rPr>
                <w:rStyle w:val="FontStyle59"/>
              </w:rPr>
              <w:t>3</w:t>
            </w:r>
          </w:p>
        </w:tc>
        <w:tc>
          <w:tcPr>
            <w:tcW w:w="21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5EE" w:rsidRPr="007564AF" w:rsidRDefault="006265EE" w:rsidP="004A7EDA">
            <w:pPr>
              <w:pStyle w:val="Style46"/>
              <w:widowControl/>
              <w:spacing w:line="240" w:lineRule="auto"/>
              <w:rPr>
                <w:rStyle w:val="FontStyle59"/>
              </w:rPr>
            </w:pPr>
            <w:r w:rsidRPr="007564AF">
              <w:rPr>
                <w:rStyle w:val="FontStyle59"/>
              </w:rPr>
              <w:t>4</w:t>
            </w:r>
          </w:p>
        </w:tc>
        <w:tc>
          <w:tcPr>
            <w:tcW w:w="2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5EE" w:rsidRPr="007564AF" w:rsidRDefault="006265EE" w:rsidP="004A7EDA">
            <w:pPr>
              <w:pStyle w:val="Style46"/>
              <w:widowControl/>
              <w:spacing w:line="240" w:lineRule="auto"/>
              <w:rPr>
                <w:rStyle w:val="FontStyle59"/>
              </w:rPr>
            </w:pPr>
            <w:r w:rsidRPr="007564AF">
              <w:rPr>
                <w:rStyle w:val="FontStyle59"/>
              </w:rPr>
              <w:t>5</w:t>
            </w:r>
          </w:p>
        </w:tc>
      </w:tr>
      <w:tr w:rsidR="006265EE">
        <w:trPr>
          <w:gridAfter w:val="1"/>
          <w:wAfter w:w="15" w:type="dxa"/>
          <w:trHeight w:hRule="exact" w:val="394"/>
        </w:trPr>
        <w:tc>
          <w:tcPr>
            <w:tcW w:w="983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5EE" w:rsidRPr="007564AF" w:rsidRDefault="006265EE" w:rsidP="004A7EDA">
            <w:pPr>
              <w:pStyle w:val="Style46"/>
              <w:widowControl/>
              <w:spacing w:line="240" w:lineRule="auto"/>
              <w:ind w:left="1896"/>
              <w:jc w:val="left"/>
              <w:rPr>
                <w:rStyle w:val="FontStyle59"/>
              </w:rPr>
            </w:pPr>
            <w:r w:rsidRPr="007564AF">
              <w:rPr>
                <w:rStyle w:val="FontStyle59"/>
              </w:rPr>
              <w:t>1.Показатели качества питьевого водоснабжения</w:t>
            </w:r>
          </w:p>
        </w:tc>
      </w:tr>
      <w:tr w:rsidR="006265EE">
        <w:trPr>
          <w:gridAfter w:val="1"/>
          <w:wAfter w:w="15" w:type="dxa"/>
          <w:trHeight w:hRule="exact" w:val="2568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65EE" w:rsidRPr="007564AF" w:rsidRDefault="006265EE" w:rsidP="004A7EDA">
            <w:pPr>
              <w:pStyle w:val="Style46"/>
              <w:widowControl/>
              <w:spacing w:line="240" w:lineRule="auto"/>
              <w:rPr>
                <w:rStyle w:val="FontStyle59"/>
              </w:rPr>
            </w:pPr>
            <w:r w:rsidRPr="007564AF">
              <w:rPr>
                <w:rStyle w:val="FontStyle59"/>
              </w:rPr>
              <w:t>1.1.</w:t>
            </w:r>
          </w:p>
        </w:tc>
        <w:tc>
          <w:tcPr>
            <w:tcW w:w="3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65EE" w:rsidRPr="007564AF" w:rsidRDefault="006265EE" w:rsidP="004A7EDA">
            <w:pPr>
              <w:pStyle w:val="Style49"/>
              <w:widowControl/>
              <w:spacing w:line="240" w:lineRule="auto"/>
              <w:ind w:left="5" w:right="125" w:hanging="14"/>
              <w:rPr>
                <w:rStyle w:val="FontStyle59"/>
              </w:rPr>
            </w:pPr>
            <w:r w:rsidRPr="007564AF">
              <w:rPr>
                <w:rStyle w:val="FontStyle59"/>
              </w:rPr>
              <w:t>Доля проб воды, несоответствующих установленным нормативам в разводящей сети централизованной системы водоснабжения (микробиологические показатели)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65EE" w:rsidRPr="007564AF" w:rsidRDefault="006265EE" w:rsidP="004A7EDA">
            <w:pPr>
              <w:pStyle w:val="Style44"/>
              <w:widowControl/>
              <w:jc w:val="center"/>
              <w:rPr>
                <w:rStyle w:val="FontStyle71"/>
                <w:b w:val="0"/>
                <w:bCs w:val="0"/>
              </w:rPr>
            </w:pPr>
            <w:r w:rsidRPr="007564AF">
              <w:rPr>
                <w:rStyle w:val="FontStyle71"/>
                <w:b w:val="0"/>
                <w:bCs w:val="0"/>
              </w:rPr>
              <w:t>%</w:t>
            </w:r>
          </w:p>
        </w:tc>
        <w:tc>
          <w:tcPr>
            <w:tcW w:w="21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65EE" w:rsidRPr="007564AF" w:rsidRDefault="006265EE" w:rsidP="004A7EDA">
            <w:pPr>
              <w:pStyle w:val="Style51"/>
              <w:widowControl/>
              <w:jc w:val="center"/>
            </w:pPr>
            <w:r w:rsidRPr="007564AF">
              <w:t>0</w:t>
            </w:r>
          </w:p>
        </w:tc>
        <w:tc>
          <w:tcPr>
            <w:tcW w:w="2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65EE" w:rsidRPr="007564AF" w:rsidRDefault="006265EE" w:rsidP="004A7EDA">
            <w:pPr>
              <w:pStyle w:val="Style46"/>
              <w:widowControl/>
              <w:spacing w:line="240" w:lineRule="auto"/>
              <w:rPr>
                <w:rStyle w:val="FontStyle59"/>
              </w:rPr>
            </w:pPr>
            <w:r w:rsidRPr="007564AF">
              <w:rPr>
                <w:rStyle w:val="FontStyle59"/>
              </w:rPr>
              <w:t>0</w:t>
            </w:r>
          </w:p>
        </w:tc>
      </w:tr>
      <w:tr w:rsidR="006265EE">
        <w:trPr>
          <w:gridAfter w:val="1"/>
          <w:wAfter w:w="15" w:type="dxa"/>
          <w:trHeight w:hRule="exact" w:val="2261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5EE" w:rsidRPr="007564AF" w:rsidRDefault="006265EE" w:rsidP="004A7EDA">
            <w:pPr>
              <w:pStyle w:val="Style46"/>
              <w:widowControl/>
              <w:spacing w:line="240" w:lineRule="auto"/>
              <w:rPr>
                <w:rStyle w:val="FontStyle59"/>
              </w:rPr>
            </w:pPr>
            <w:r w:rsidRPr="007564AF">
              <w:rPr>
                <w:rStyle w:val="FontStyle59"/>
              </w:rPr>
              <w:t>1.2.</w:t>
            </w:r>
          </w:p>
        </w:tc>
        <w:tc>
          <w:tcPr>
            <w:tcW w:w="3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65EE" w:rsidRPr="007564AF" w:rsidRDefault="006265EE" w:rsidP="004A7EDA">
            <w:pPr>
              <w:pStyle w:val="Style49"/>
              <w:widowControl/>
              <w:spacing w:line="240" w:lineRule="auto"/>
              <w:ind w:left="5" w:right="34"/>
              <w:rPr>
                <w:rStyle w:val="FontStyle59"/>
              </w:rPr>
            </w:pPr>
            <w:r w:rsidRPr="007564AF">
              <w:rPr>
                <w:rStyle w:val="FontStyle59"/>
              </w:rPr>
              <w:t>Доля проб воды, несоответствующих установленным нормативам в разводящей сети централизованной системы водоснабжения (химические показатели)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65EE" w:rsidRPr="007564AF" w:rsidRDefault="006265EE" w:rsidP="004A7EDA">
            <w:pPr>
              <w:pStyle w:val="Style44"/>
              <w:widowControl/>
              <w:jc w:val="center"/>
              <w:rPr>
                <w:rStyle w:val="FontStyle71"/>
                <w:b w:val="0"/>
                <w:bCs w:val="0"/>
              </w:rPr>
            </w:pPr>
            <w:r w:rsidRPr="007564AF">
              <w:rPr>
                <w:rStyle w:val="FontStyle71"/>
                <w:b w:val="0"/>
                <w:bCs w:val="0"/>
              </w:rPr>
              <w:t>%</w:t>
            </w:r>
          </w:p>
        </w:tc>
        <w:tc>
          <w:tcPr>
            <w:tcW w:w="21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65EE" w:rsidRPr="007564AF" w:rsidRDefault="006265EE" w:rsidP="004A7EDA">
            <w:pPr>
              <w:pStyle w:val="Style51"/>
              <w:widowControl/>
              <w:jc w:val="center"/>
            </w:pPr>
            <w:r w:rsidRPr="007564AF">
              <w:t>100</w:t>
            </w:r>
          </w:p>
        </w:tc>
        <w:tc>
          <w:tcPr>
            <w:tcW w:w="2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65EE" w:rsidRPr="007564AF" w:rsidRDefault="006265EE" w:rsidP="004A7EDA">
            <w:pPr>
              <w:pStyle w:val="Style46"/>
              <w:widowControl/>
              <w:spacing w:line="240" w:lineRule="auto"/>
              <w:rPr>
                <w:rStyle w:val="FontStyle59"/>
              </w:rPr>
            </w:pPr>
            <w:r w:rsidRPr="007564AF">
              <w:rPr>
                <w:rStyle w:val="FontStyle59"/>
              </w:rPr>
              <w:t>0</w:t>
            </w:r>
          </w:p>
        </w:tc>
      </w:tr>
      <w:tr w:rsidR="006265EE">
        <w:trPr>
          <w:gridAfter w:val="1"/>
          <w:wAfter w:w="15" w:type="dxa"/>
          <w:trHeight w:hRule="exact" w:val="390"/>
        </w:trPr>
        <w:tc>
          <w:tcPr>
            <w:tcW w:w="983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5EE" w:rsidRPr="007564AF" w:rsidRDefault="006265EE" w:rsidP="004A7EDA">
            <w:pPr>
              <w:pStyle w:val="Style46"/>
              <w:widowControl/>
              <w:spacing w:line="240" w:lineRule="auto"/>
              <w:ind w:left="-40"/>
              <w:rPr>
                <w:rStyle w:val="FontStyle59"/>
              </w:rPr>
            </w:pPr>
            <w:r w:rsidRPr="007564AF">
              <w:rPr>
                <w:rStyle w:val="FontStyle59"/>
              </w:rPr>
              <w:t>2.Показатели надёжности и бесперебойности услуги холодного водоснабжения</w:t>
            </w:r>
          </w:p>
        </w:tc>
      </w:tr>
      <w:tr w:rsidR="006265EE">
        <w:trPr>
          <w:trHeight w:hRule="exact" w:val="374"/>
        </w:trPr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5EE" w:rsidRPr="007564AF" w:rsidRDefault="006265EE" w:rsidP="004A7EDA">
            <w:pPr>
              <w:pStyle w:val="Style49"/>
              <w:widowControl/>
              <w:spacing w:line="240" w:lineRule="auto"/>
              <w:ind w:right="72"/>
              <w:jc w:val="right"/>
              <w:rPr>
                <w:rStyle w:val="FontStyle59"/>
              </w:rPr>
            </w:pPr>
            <w:r w:rsidRPr="007564AF">
              <w:rPr>
                <w:rStyle w:val="FontStyle59"/>
              </w:rPr>
              <w:t>2.1.</w:t>
            </w:r>
          </w:p>
        </w:tc>
        <w:tc>
          <w:tcPr>
            <w:tcW w:w="3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65EE" w:rsidRPr="007564AF" w:rsidRDefault="006265EE" w:rsidP="004A7EDA">
            <w:pPr>
              <w:pStyle w:val="Style49"/>
              <w:widowControl/>
              <w:spacing w:line="240" w:lineRule="auto"/>
              <w:ind w:right="451" w:hanging="34"/>
              <w:rPr>
                <w:rStyle w:val="FontStyle59"/>
              </w:rPr>
            </w:pPr>
            <w:r w:rsidRPr="007564AF">
              <w:rPr>
                <w:rStyle w:val="FontStyle59"/>
              </w:rPr>
              <w:t>Аварийность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65EE" w:rsidRPr="007564AF" w:rsidRDefault="006265EE" w:rsidP="004A7EDA">
            <w:pPr>
              <w:pStyle w:val="Style49"/>
              <w:widowControl/>
              <w:spacing w:line="240" w:lineRule="auto"/>
              <w:jc w:val="center"/>
              <w:rPr>
                <w:rStyle w:val="FontStyle59"/>
              </w:rPr>
            </w:pPr>
            <w:r w:rsidRPr="007564AF">
              <w:rPr>
                <w:rStyle w:val="FontStyle59"/>
              </w:rPr>
              <w:t>ед/км</w:t>
            </w:r>
          </w:p>
        </w:tc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65EE" w:rsidRPr="007564AF" w:rsidRDefault="006265EE" w:rsidP="004A7EDA">
            <w:pPr>
              <w:pStyle w:val="Style49"/>
              <w:widowControl/>
              <w:spacing w:line="240" w:lineRule="auto"/>
              <w:ind w:left="778"/>
              <w:rPr>
                <w:rStyle w:val="FontStyle59"/>
              </w:rPr>
            </w:pPr>
            <w:r w:rsidRPr="007564AF">
              <w:rPr>
                <w:rStyle w:val="FontStyle59"/>
              </w:rPr>
              <w:t>0,0</w:t>
            </w:r>
          </w:p>
        </w:tc>
        <w:tc>
          <w:tcPr>
            <w:tcW w:w="2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65EE" w:rsidRPr="007564AF" w:rsidRDefault="006265EE" w:rsidP="004A7EDA">
            <w:pPr>
              <w:pStyle w:val="Style49"/>
              <w:widowControl/>
              <w:spacing w:line="240" w:lineRule="auto"/>
              <w:jc w:val="center"/>
              <w:rPr>
                <w:rStyle w:val="FontStyle59"/>
              </w:rPr>
            </w:pPr>
            <w:r w:rsidRPr="007564AF">
              <w:rPr>
                <w:rStyle w:val="FontStyle59"/>
              </w:rPr>
              <w:t>0,0</w:t>
            </w:r>
          </w:p>
        </w:tc>
      </w:tr>
      <w:tr w:rsidR="006265EE">
        <w:trPr>
          <w:trHeight w:hRule="exact" w:val="706"/>
        </w:trPr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5EE" w:rsidRPr="007564AF" w:rsidRDefault="006265EE" w:rsidP="004A7EDA">
            <w:pPr>
              <w:pStyle w:val="Style49"/>
              <w:widowControl/>
              <w:spacing w:line="240" w:lineRule="auto"/>
              <w:ind w:right="72"/>
              <w:jc w:val="right"/>
              <w:rPr>
                <w:rStyle w:val="FontStyle59"/>
              </w:rPr>
            </w:pPr>
            <w:r w:rsidRPr="007564AF">
              <w:rPr>
                <w:rStyle w:val="FontStyle59"/>
              </w:rPr>
              <w:t>2.2.</w:t>
            </w:r>
          </w:p>
        </w:tc>
        <w:tc>
          <w:tcPr>
            <w:tcW w:w="3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65EE" w:rsidRPr="007564AF" w:rsidRDefault="006265EE" w:rsidP="004A7EDA">
            <w:pPr>
              <w:pStyle w:val="Style49"/>
              <w:widowControl/>
              <w:spacing w:line="240" w:lineRule="auto"/>
              <w:ind w:right="451" w:hanging="34"/>
              <w:rPr>
                <w:rStyle w:val="FontStyle59"/>
              </w:rPr>
            </w:pPr>
            <w:r w:rsidRPr="007564AF">
              <w:rPr>
                <w:rStyle w:val="FontStyle59"/>
              </w:rPr>
              <w:t>Удельный вес сетей, нуждающихся в замене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65EE" w:rsidRPr="007564AF" w:rsidRDefault="006265EE" w:rsidP="004A7EDA">
            <w:pPr>
              <w:pStyle w:val="Style49"/>
              <w:widowControl/>
              <w:spacing w:line="240" w:lineRule="auto"/>
              <w:jc w:val="center"/>
              <w:rPr>
                <w:rStyle w:val="FontStyle59"/>
              </w:rPr>
            </w:pPr>
            <w:r w:rsidRPr="007564AF">
              <w:rPr>
                <w:rStyle w:val="FontStyle59"/>
              </w:rPr>
              <w:t>%</w:t>
            </w:r>
          </w:p>
        </w:tc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65EE" w:rsidRPr="007564AF" w:rsidRDefault="006265EE" w:rsidP="00FF5A2C">
            <w:pPr>
              <w:pStyle w:val="Style49"/>
              <w:widowControl/>
              <w:spacing w:line="240" w:lineRule="auto"/>
              <w:ind w:left="778"/>
              <w:rPr>
                <w:rStyle w:val="FontStyle59"/>
              </w:rPr>
            </w:pPr>
            <w:r w:rsidRPr="007564AF">
              <w:rPr>
                <w:rStyle w:val="FontStyle59"/>
              </w:rPr>
              <w:t>82,56</w:t>
            </w:r>
          </w:p>
        </w:tc>
        <w:tc>
          <w:tcPr>
            <w:tcW w:w="2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65EE" w:rsidRPr="007564AF" w:rsidRDefault="006265EE" w:rsidP="008C3404">
            <w:pPr>
              <w:pStyle w:val="Style49"/>
              <w:widowControl/>
              <w:spacing w:line="240" w:lineRule="auto"/>
              <w:jc w:val="center"/>
              <w:rPr>
                <w:rStyle w:val="FontStyle59"/>
              </w:rPr>
            </w:pPr>
            <w:r w:rsidRPr="007564AF">
              <w:rPr>
                <w:rStyle w:val="FontStyle59"/>
              </w:rPr>
              <w:t>65,51</w:t>
            </w:r>
          </w:p>
        </w:tc>
      </w:tr>
      <w:tr w:rsidR="006265EE">
        <w:trPr>
          <w:trHeight w:hRule="exact" w:val="432"/>
        </w:trPr>
        <w:tc>
          <w:tcPr>
            <w:tcW w:w="985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5EE" w:rsidRPr="007564AF" w:rsidRDefault="006265EE" w:rsidP="004A7EDA">
            <w:pPr>
              <w:pStyle w:val="Style49"/>
              <w:widowControl/>
              <w:spacing w:line="240" w:lineRule="auto"/>
              <w:jc w:val="center"/>
              <w:rPr>
                <w:rStyle w:val="FontStyle59"/>
              </w:rPr>
            </w:pPr>
            <w:r w:rsidRPr="007564AF">
              <w:rPr>
                <w:rStyle w:val="FontStyle59"/>
              </w:rPr>
              <w:t>3.Показатели энергетической эффективности работы системы</w:t>
            </w:r>
            <w:r>
              <w:rPr>
                <w:rStyle w:val="FontStyle59"/>
              </w:rPr>
              <w:t xml:space="preserve"> </w:t>
            </w:r>
            <w:r w:rsidRPr="007564AF">
              <w:rPr>
                <w:rStyle w:val="FontStyle59"/>
              </w:rPr>
              <w:t>водоснабжения</w:t>
            </w:r>
          </w:p>
        </w:tc>
      </w:tr>
      <w:tr w:rsidR="006265EE">
        <w:trPr>
          <w:trHeight w:hRule="exact" w:val="662"/>
        </w:trPr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5EE" w:rsidRPr="007564AF" w:rsidRDefault="006265EE" w:rsidP="004A7EDA">
            <w:pPr>
              <w:pStyle w:val="Style49"/>
              <w:widowControl/>
              <w:spacing w:line="240" w:lineRule="auto"/>
              <w:ind w:right="62"/>
              <w:jc w:val="right"/>
              <w:rPr>
                <w:rStyle w:val="FontStyle59"/>
              </w:rPr>
            </w:pPr>
            <w:r w:rsidRPr="007564AF">
              <w:rPr>
                <w:rStyle w:val="FontStyle59"/>
              </w:rPr>
              <w:t>3.1.</w:t>
            </w:r>
          </w:p>
        </w:tc>
        <w:tc>
          <w:tcPr>
            <w:tcW w:w="3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5EE" w:rsidRPr="007564AF" w:rsidRDefault="006265EE" w:rsidP="004A7EDA">
            <w:pPr>
              <w:pStyle w:val="Style49"/>
              <w:widowControl/>
              <w:spacing w:line="240" w:lineRule="auto"/>
              <w:ind w:right="538" w:hanging="24"/>
              <w:rPr>
                <w:rStyle w:val="FontStyle59"/>
              </w:rPr>
            </w:pPr>
            <w:r w:rsidRPr="007564AF">
              <w:rPr>
                <w:rStyle w:val="FontStyle59"/>
              </w:rPr>
              <w:t>Доля потерь воды при ее транспортировке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5EE" w:rsidRPr="007564AF" w:rsidRDefault="006265EE" w:rsidP="004A7EDA">
            <w:pPr>
              <w:pStyle w:val="Style55"/>
              <w:widowControl/>
              <w:jc w:val="center"/>
              <w:rPr>
                <w:rStyle w:val="FontStyle73"/>
                <w:b w:val="0"/>
                <w:bCs w:val="0"/>
              </w:rPr>
            </w:pPr>
            <w:r w:rsidRPr="007564AF">
              <w:rPr>
                <w:rStyle w:val="FontStyle73"/>
                <w:b w:val="0"/>
                <w:bCs w:val="0"/>
              </w:rPr>
              <w:t>%</w:t>
            </w:r>
          </w:p>
        </w:tc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5EE" w:rsidRPr="007564AF" w:rsidRDefault="006265EE" w:rsidP="004A7EDA">
            <w:pPr>
              <w:pStyle w:val="Style49"/>
              <w:widowControl/>
              <w:spacing w:line="240" w:lineRule="auto"/>
              <w:jc w:val="center"/>
              <w:rPr>
                <w:rStyle w:val="FontStyle59"/>
              </w:rPr>
            </w:pPr>
            <w:r w:rsidRPr="007564AF">
              <w:rPr>
                <w:rStyle w:val="FontStyle59"/>
              </w:rPr>
              <w:t>12,76</w:t>
            </w:r>
          </w:p>
        </w:tc>
        <w:tc>
          <w:tcPr>
            <w:tcW w:w="2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5EE" w:rsidRPr="007564AF" w:rsidRDefault="006265EE" w:rsidP="004A7EDA">
            <w:pPr>
              <w:pStyle w:val="Style49"/>
              <w:widowControl/>
              <w:spacing w:line="240" w:lineRule="auto"/>
              <w:jc w:val="center"/>
              <w:rPr>
                <w:rStyle w:val="FontStyle59"/>
              </w:rPr>
            </w:pPr>
            <w:r w:rsidRPr="007564AF">
              <w:rPr>
                <w:rStyle w:val="FontStyle59"/>
              </w:rPr>
              <w:t>5,00</w:t>
            </w:r>
          </w:p>
        </w:tc>
      </w:tr>
      <w:tr w:rsidR="006265EE">
        <w:trPr>
          <w:trHeight w:hRule="exact" w:val="979"/>
        </w:trPr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5EE" w:rsidRPr="007564AF" w:rsidRDefault="006265EE" w:rsidP="004A7EDA">
            <w:pPr>
              <w:pStyle w:val="Style49"/>
              <w:widowControl/>
              <w:spacing w:line="240" w:lineRule="auto"/>
              <w:ind w:right="58"/>
              <w:jc w:val="right"/>
              <w:rPr>
                <w:rStyle w:val="FontStyle59"/>
              </w:rPr>
            </w:pPr>
            <w:r w:rsidRPr="007564AF">
              <w:rPr>
                <w:rStyle w:val="FontStyle59"/>
              </w:rPr>
              <w:t>3.2.</w:t>
            </w:r>
          </w:p>
        </w:tc>
        <w:tc>
          <w:tcPr>
            <w:tcW w:w="3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5EE" w:rsidRPr="007564AF" w:rsidRDefault="006265EE" w:rsidP="004A7EDA">
            <w:pPr>
              <w:pStyle w:val="Style49"/>
              <w:widowControl/>
              <w:spacing w:line="240" w:lineRule="auto"/>
              <w:ind w:right="331" w:hanging="19"/>
              <w:rPr>
                <w:rStyle w:val="FontStyle59"/>
              </w:rPr>
            </w:pPr>
            <w:r w:rsidRPr="007564AF">
              <w:rPr>
                <w:rStyle w:val="FontStyle59"/>
              </w:rPr>
              <w:t>Удельный расход электроэнергии на подготовку питьевой воды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5EE" w:rsidRPr="007564AF" w:rsidRDefault="006265EE" w:rsidP="004A7EDA">
            <w:pPr>
              <w:pStyle w:val="Style46"/>
              <w:widowControl/>
              <w:spacing w:line="240" w:lineRule="auto"/>
              <w:ind w:left="10" w:right="38"/>
              <w:rPr>
                <w:rStyle w:val="FontStyle59"/>
              </w:rPr>
            </w:pPr>
            <w:r w:rsidRPr="007564AF">
              <w:rPr>
                <w:rStyle w:val="FontStyle59"/>
              </w:rPr>
              <w:t>кВт*ч /м</w:t>
            </w:r>
            <w:r w:rsidRPr="007564AF">
              <w:rPr>
                <w:rStyle w:val="FontStyle59"/>
                <w:vertAlign w:val="superscript"/>
              </w:rPr>
              <w:t>3</w:t>
            </w:r>
          </w:p>
        </w:tc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5EE" w:rsidRPr="007564AF" w:rsidRDefault="006265EE" w:rsidP="004A7EDA">
            <w:pPr>
              <w:pStyle w:val="Style49"/>
              <w:widowControl/>
              <w:spacing w:line="240" w:lineRule="auto"/>
              <w:ind w:left="778"/>
              <w:rPr>
                <w:rStyle w:val="FontStyle59"/>
                <w:lang w:val="en-US"/>
              </w:rPr>
            </w:pPr>
            <w:r w:rsidRPr="007564AF">
              <w:rPr>
                <w:rStyle w:val="FontStyle59"/>
              </w:rPr>
              <w:t>0</w:t>
            </w:r>
            <w:r w:rsidRPr="007564AF">
              <w:rPr>
                <w:rStyle w:val="FontStyle59"/>
                <w:lang w:val="en-US"/>
              </w:rPr>
              <w:t>,00</w:t>
            </w:r>
          </w:p>
        </w:tc>
        <w:tc>
          <w:tcPr>
            <w:tcW w:w="2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5EE" w:rsidRPr="007564AF" w:rsidRDefault="006265EE" w:rsidP="00820C3D">
            <w:pPr>
              <w:pStyle w:val="Style49"/>
              <w:widowControl/>
              <w:spacing w:line="240" w:lineRule="auto"/>
              <w:jc w:val="center"/>
              <w:rPr>
                <w:rStyle w:val="FontStyle59"/>
                <w:lang w:val="en-US"/>
              </w:rPr>
            </w:pPr>
            <w:r w:rsidRPr="007564AF">
              <w:rPr>
                <w:rStyle w:val="FontStyle59"/>
              </w:rPr>
              <w:t>1,8</w:t>
            </w:r>
            <w:r w:rsidRPr="007564AF">
              <w:rPr>
                <w:rStyle w:val="FontStyle59"/>
                <w:lang w:val="en-US"/>
              </w:rPr>
              <w:t>0</w:t>
            </w:r>
          </w:p>
        </w:tc>
      </w:tr>
      <w:tr w:rsidR="006265EE">
        <w:trPr>
          <w:trHeight w:hRule="exact" w:val="970"/>
        </w:trPr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5EE" w:rsidRPr="007564AF" w:rsidRDefault="006265EE" w:rsidP="004A7EDA">
            <w:pPr>
              <w:pStyle w:val="Style49"/>
              <w:widowControl/>
              <w:spacing w:line="240" w:lineRule="auto"/>
              <w:ind w:right="53"/>
              <w:jc w:val="right"/>
              <w:rPr>
                <w:rStyle w:val="FontStyle59"/>
              </w:rPr>
            </w:pPr>
            <w:r w:rsidRPr="007564AF">
              <w:rPr>
                <w:rStyle w:val="FontStyle59"/>
              </w:rPr>
              <w:t>3.3.</w:t>
            </w:r>
          </w:p>
        </w:tc>
        <w:tc>
          <w:tcPr>
            <w:tcW w:w="3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5EE" w:rsidRPr="007564AF" w:rsidRDefault="006265EE" w:rsidP="004A7EDA">
            <w:pPr>
              <w:pStyle w:val="Style49"/>
              <w:widowControl/>
              <w:spacing w:line="240" w:lineRule="auto"/>
              <w:ind w:hanging="14"/>
              <w:rPr>
                <w:rStyle w:val="FontStyle59"/>
              </w:rPr>
            </w:pPr>
            <w:r w:rsidRPr="007564AF">
              <w:rPr>
                <w:rStyle w:val="FontStyle59"/>
              </w:rPr>
              <w:t>Удельный расход электроэнергии на транспортировку воды</w:t>
            </w: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5EE" w:rsidRPr="007564AF" w:rsidRDefault="006265EE" w:rsidP="004A7EDA">
            <w:pPr>
              <w:pStyle w:val="Style46"/>
              <w:widowControl/>
              <w:spacing w:line="240" w:lineRule="auto"/>
              <w:ind w:left="14" w:right="34"/>
              <w:rPr>
                <w:rStyle w:val="FontStyle59"/>
              </w:rPr>
            </w:pPr>
            <w:r w:rsidRPr="007564AF">
              <w:rPr>
                <w:rStyle w:val="FontStyle59"/>
              </w:rPr>
              <w:t>кВт*ч /м</w:t>
            </w:r>
            <w:r w:rsidRPr="007564AF">
              <w:rPr>
                <w:rStyle w:val="FontStyle59"/>
                <w:vertAlign w:val="superscript"/>
              </w:rPr>
              <w:t>3</w:t>
            </w:r>
          </w:p>
        </w:tc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5EE" w:rsidRPr="007564AF" w:rsidRDefault="006265EE" w:rsidP="004A7EDA">
            <w:pPr>
              <w:pStyle w:val="Style49"/>
              <w:widowControl/>
              <w:spacing w:line="240" w:lineRule="auto"/>
              <w:ind w:left="768"/>
              <w:rPr>
                <w:rStyle w:val="FontStyle59"/>
              </w:rPr>
            </w:pPr>
            <w:r w:rsidRPr="007564AF">
              <w:rPr>
                <w:rStyle w:val="FontStyle59"/>
              </w:rPr>
              <w:t>2,05</w:t>
            </w:r>
          </w:p>
        </w:tc>
        <w:tc>
          <w:tcPr>
            <w:tcW w:w="2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5EE" w:rsidRPr="007564AF" w:rsidRDefault="006265EE" w:rsidP="00820C3D">
            <w:pPr>
              <w:pStyle w:val="Style49"/>
              <w:widowControl/>
              <w:spacing w:line="240" w:lineRule="auto"/>
              <w:jc w:val="center"/>
              <w:rPr>
                <w:rStyle w:val="FontStyle59"/>
                <w:lang w:val="en-US"/>
              </w:rPr>
            </w:pPr>
            <w:r w:rsidRPr="007564AF">
              <w:rPr>
                <w:rStyle w:val="FontStyle59"/>
              </w:rPr>
              <w:t>0,</w:t>
            </w:r>
            <w:r w:rsidRPr="007564AF">
              <w:rPr>
                <w:rStyle w:val="FontStyle59"/>
                <w:lang w:val="en-US"/>
              </w:rPr>
              <w:t>74</w:t>
            </w:r>
          </w:p>
        </w:tc>
      </w:tr>
    </w:tbl>
    <w:p w:rsidR="006265EE" w:rsidRDefault="006265EE" w:rsidP="00CD09CF">
      <w:pPr>
        <w:pStyle w:val="Style34"/>
        <w:widowControl/>
        <w:spacing w:line="360" w:lineRule="atLeast"/>
        <w:ind w:right="24" w:firstLine="725"/>
        <w:rPr>
          <w:rStyle w:val="FontStyle59"/>
        </w:rPr>
      </w:pPr>
      <w:r>
        <w:rPr>
          <w:rStyle w:val="FontStyle59"/>
        </w:rPr>
        <w:t>2.2. В ходе реализации инвестиционной программы должны быть решены следующие задачи:</w:t>
      </w:r>
    </w:p>
    <w:p w:rsidR="006265EE" w:rsidRDefault="006265EE" w:rsidP="00CD09CF">
      <w:pPr>
        <w:pStyle w:val="Style34"/>
        <w:widowControl/>
        <w:spacing w:line="360" w:lineRule="atLeast"/>
        <w:ind w:right="24" w:firstLine="725"/>
        <w:rPr>
          <w:rStyle w:val="FontStyle59"/>
        </w:rPr>
      </w:pPr>
      <w:r>
        <w:rPr>
          <w:rStyle w:val="FontStyle59"/>
        </w:rPr>
        <w:t xml:space="preserve">2.2.1. Разработан план мероприятий по приведению качества питьевой воды в соответствие с установленными требованиями в микрорайон «Графский» Дальнереченского городского округа на </w:t>
      </w:r>
      <w:r w:rsidRPr="000C403A">
        <w:rPr>
          <w:rStyle w:val="FontStyle59"/>
        </w:rPr>
        <w:t>2017-2019</w:t>
      </w:r>
      <w:r>
        <w:rPr>
          <w:rStyle w:val="FontStyle59"/>
        </w:rPr>
        <w:t xml:space="preserve"> гг. и согласован с Управлением Роспотребнадзора по Приморскому краю.</w:t>
      </w:r>
    </w:p>
    <w:p w:rsidR="006265EE" w:rsidRDefault="006265EE" w:rsidP="00CD09CF">
      <w:pPr>
        <w:pStyle w:val="Style34"/>
        <w:widowControl/>
        <w:spacing w:line="360" w:lineRule="atLeast"/>
        <w:ind w:left="5" w:right="10" w:firstLine="706"/>
        <w:rPr>
          <w:rStyle w:val="FontStyle59"/>
        </w:rPr>
      </w:pPr>
      <w:r>
        <w:rPr>
          <w:rStyle w:val="FontStyle59"/>
        </w:rPr>
        <w:t>2.2.2. Выполнено обоснование мероприятий по реконструкции и модернизации наружных сетей водоснабжения и сооружений на них для включения в инвестиционную программу.</w:t>
      </w:r>
    </w:p>
    <w:p w:rsidR="006265EE" w:rsidRDefault="006265EE" w:rsidP="00CD09CF">
      <w:pPr>
        <w:pStyle w:val="Style34"/>
        <w:widowControl/>
        <w:spacing w:line="360" w:lineRule="atLeast"/>
        <w:ind w:left="5" w:right="10" w:firstLine="706"/>
        <w:rPr>
          <w:rStyle w:val="FontStyle59"/>
        </w:rPr>
      </w:pPr>
      <w:r>
        <w:rPr>
          <w:rStyle w:val="FontStyle59"/>
        </w:rPr>
        <w:t>2.2.3. Определены объема финансовых потребностей, необходимых для осуществления финансирования мероприятий, включаемых в инвестиционную программу.</w:t>
      </w:r>
    </w:p>
    <w:p w:rsidR="006265EE" w:rsidRDefault="006265EE" w:rsidP="00CD09CF">
      <w:pPr>
        <w:pStyle w:val="Style34"/>
        <w:widowControl/>
        <w:spacing w:line="360" w:lineRule="atLeast"/>
        <w:ind w:left="5" w:right="10" w:firstLine="706"/>
        <w:rPr>
          <w:rStyle w:val="FontStyle59"/>
        </w:rPr>
      </w:pPr>
      <w:r>
        <w:rPr>
          <w:rStyle w:val="FontStyle59"/>
        </w:rPr>
        <w:t xml:space="preserve">2.2.4. Разработан план финансирования работ с указанием источников финансирования, предусмотрев выполнение мероприятий </w:t>
      </w:r>
      <w:r w:rsidRPr="005B559D">
        <w:rPr>
          <w:rStyle w:val="FontStyle59"/>
        </w:rPr>
        <w:t>по приведению качества питьевой воды в соответствие с установленными требованиями в Дальнереченск</w:t>
      </w:r>
      <w:r>
        <w:rPr>
          <w:rStyle w:val="FontStyle59"/>
        </w:rPr>
        <w:t>ом городском округе (микрорайон</w:t>
      </w:r>
      <w:r w:rsidRPr="005B559D">
        <w:rPr>
          <w:rStyle w:val="FontStyle59"/>
        </w:rPr>
        <w:t xml:space="preserve"> </w:t>
      </w:r>
      <w:r>
        <w:rPr>
          <w:rStyle w:val="FontStyle59"/>
        </w:rPr>
        <w:t>«</w:t>
      </w:r>
      <w:r w:rsidRPr="005B559D">
        <w:rPr>
          <w:rStyle w:val="FontStyle59"/>
        </w:rPr>
        <w:t>Графский</w:t>
      </w:r>
      <w:r>
        <w:rPr>
          <w:rStyle w:val="FontStyle59"/>
        </w:rPr>
        <w:t>»</w:t>
      </w:r>
      <w:r w:rsidRPr="005B559D">
        <w:rPr>
          <w:rStyle w:val="FontStyle59"/>
        </w:rPr>
        <w:t>)</w:t>
      </w:r>
      <w:r>
        <w:rPr>
          <w:rStyle w:val="FontStyle59"/>
        </w:rPr>
        <w:t xml:space="preserve"> за счет средств местного бюджета в 2018 году.</w:t>
      </w:r>
    </w:p>
    <w:p w:rsidR="006265EE" w:rsidRPr="00AD092B" w:rsidRDefault="006265EE" w:rsidP="00CD09CF">
      <w:pPr>
        <w:pStyle w:val="Style34"/>
        <w:widowControl/>
        <w:spacing w:line="360" w:lineRule="atLeast"/>
        <w:ind w:left="5" w:right="10" w:firstLine="706"/>
        <w:rPr>
          <w:rStyle w:val="FontStyle59"/>
        </w:rPr>
      </w:pPr>
      <w:r>
        <w:rPr>
          <w:rStyle w:val="FontStyle59"/>
        </w:rPr>
        <w:t xml:space="preserve">2.2.5 Выполнены </w:t>
      </w:r>
      <w:r w:rsidRPr="0055692D">
        <w:rPr>
          <w:rStyle w:val="FontStyle59"/>
        </w:rPr>
        <w:t>предварительный расчет надбавок к тарифам организации коммунального комплекса</w:t>
      </w:r>
      <w:r>
        <w:rPr>
          <w:rStyle w:val="FontStyle59"/>
        </w:rPr>
        <w:t>.</w:t>
      </w:r>
    </w:p>
    <w:p w:rsidR="006265EE" w:rsidRPr="00820C3D" w:rsidRDefault="006265EE" w:rsidP="00820C3D">
      <w:pPr>
        <w:pStyle w:val="Style34"/>
        <w:widowControl/>
        <w:spacing w:line="360" w:lineRule="atLeast"/>
        <w:ind w:left="5" w:right="10" w:firstLine="706"/>
        <w:rPr>
          <w:rStyle w:val="FontStyle59"/>
        </w:rPr>
      </w:pPr>
      <w:r>
        <w:rPr>
          <w:rStyle w:val="FontStyle59"/>
        </w:rPr>
        <w:t>2.2.6. Реализованы мероприятий по реконструкции, модернизации и капитальному ремонту объектов холодного водоснабжения в соответствии с планом финансирования работ.</w:t>
      </w:r>
    </w:p>
    <w:p w:rsidR="006265EE" w:rsidRDefault="006265EE" w:rsidP="00820C3D">
      <w:pPr>
        <w:pStyle w:val="Style34"/>
        <w:widowControl/>
        <w:spacing w:line="360" w:lineRule="atLeast"/>
        <w:ind w:left="5" w:right="10" w:firstLine="706"/>
        <w:rPr>
          <w:rStyle w:val="FontStyle59"/>
        </w:rPr>
      </w:pPr>
      <w:r>
        <w:rPr>
          <w:rStyle w:val="FontStyle59"/>
        </w:rPr>
        <w:t>2.2.7</w:t>
      </w:r>
      <w:r w:rsidRPr="00820C3D">
        <w:rPr>
          <w:rStyle w:val="FontStyle59"/>
        </w:rPr>
        <w:t xml:space="preserve">. </w:t>
      </w:r>
      <w:r>
        <w:rPr>
          <w:rStyle w:val="FontStyle59"/>
        </w:rPr>
        <w:t>Обеспечены надежность и качество холодного водоснабжения.</w:t>
      </w:r>
    </w:p>
    <w:p w:rsidR="006265EE" w:rsidRDefault="006265EE" w:rsidP="004A7EDA">
      <w:pPr>
        <w:pStyle w:val="Style5"/>
        <w:widowControl/>
        <w:spacing w:line="360" w:lineRule="atLeast"/>
        <w:ind w:left="2256"/>
        <w:jc w:val="left"/>
        <w:rPr>
          <w:sz w:val="20"/>
          <w:szCs w:val="20"/>
        </w:rPr>
      </w:pPr>
    </w:p>
    <w:p w:rsidR="006265EE" w:rsidRDefault="006265EE" w:rsidP="00B80EE5">
      <w:pPr>
        <w:pStyle w:val="Style5"/>
        <w:widowControl/>
        <w:spacing w:before="91" w:line="360" w:lineRule="atLeast"/>
        <w:jc w:val="left"/>
        <w:rPr>
          <w:rStyle w:val="FontStyle66"/>
        </w:rPr>
      </w:pPr>
      <w:r>
        <w:rPr>
          <w:rStyle w:val="FontStyle66"/>
          <w:lang w:val="en-US"/>
        </w:rPr>
        <w:t>III</w:t>
      </w:r>
      <w:r>
        <w:rPr>
          <w:rStyle w:val="FontStyle66"/>
        </w:rPr>
        <w:t>.</w:t>
      </w:r>
      <w:r>
        <w:rPr>
          <w:rStyle w:val="FontStyle66"/>
        </w:rPr>
        <w:tab/>
        <w:t>Требования к инвестиционной программе</w:t>
      </w:r>
    </w:p>
    <w:p w:rsidR="006265EE" w:rsidRDefault="006265EE" w:rsidP="004A7EDA">
      <w:pPr>
        <w:pStyle w:val="Style34"/>
        <w:widowControl/>
        <w:spacing w:before="38" w:line="360" w:lineRule="atLeast"/>
        <w:ind w:left="29" w:right="24" w:firstLine="730"/>
        <w:rPr>
          <w:rStyle w:val="FontStyle59"/>
        </w:rPr>
      </w:pPr>
      <w:r>
        <w:rPr>
          <w:rStyle w:val="FontStyle59"/>
        </w:rPr>
        <w:t>3.1. Инвестиционная программа должна соответствовать требованиям Постановления правительства Российской Федерации от 29 июля 2013 года № 641 «Об инвестиционных и производственных программах организаций, осуществляющих деятельность в сфере водоснабжения и водоотведения», Схеме водоснабжения Дальнереченского городского округа на 2014-2025 годы.</w:t>
      </w:r>
    </w:p>
    <w:p w:rsidR="006265EE" w:rsidRDefault="006265EE" w:rsidP="004A7EDA">
      <w:pPr>
        <w:pStyle w:val="Style34"/>
        <w:widowControl/>
        <w:spacing w:line="360" w:lineRule="atLeast"/>
        <w:ind w:left="48" w:right="34" w:firstLine="787"/>
        <w:rPr>
          <w:rStyle w:val="FontStyle59"/>
        </w:rPr>
      </w:pPr>
      <w:r>
        <w:rPr>
          <w:rStyle w:val="FontStyle59"/>
        </w:rPr>
        <w:t>Инвестиционная программа должна включать в себя ниже перечисленные разделы:</w:t>
      </w:r>
    </w:p>
    <w:p w:rsidR="006265EE" w:rsidRDefault="006265EE" w:rsidP="000D1BEB">
      <w:pPr>
        <w:pStyle w:val="Style34"/>
        <w:widowControl/>
        <w:spacing w:line="360" w:lineRule="atLeast"/>
        <w:ind w:left="5" w:right="115" w:firstLine="725"/>
        <w:rPr>
          <w:rStyle w:val="FontStyle59"/>
        </w:rPr>
      </w:pPr>
      <w:r>
        <w:rPr>
          <w:rStyle w:val="FontStyle59"/>
        </w:rPr>
        <w:t>3.1.1. Паспорт инвестиционной программы.</w:t>
      </w:r>
    </w:p>
    <w:p w:rsidR="006265EE" w:rsidRDefault="006265EE" w:rsidP="000D1BEB">
      <w:pPr>
        <w:pStyle w:val="Style34"/>
        <w:widowControl/>
        <w:spacing w:line="360" w:lineRule="atLeast"/>
        <w:ind w:left="5" w:right="115" w:firstLine="725"/>
        <w:rPr>
          <w:rStyle w:val="FontStyle59"/>
        </w:rPr>
      </w:pPr>
      <w:r>
        <w:rPr>
          <w:rStyle w:val="FontStyle59"/>
        </w:rPr>
        <w:t>3.1.2. Цели и задачи инвестиционной программы.</w:t>
      </w:r>
    </w:p>
    <w:p w:rsidR="006265EE" w:rsidRDefault="006265EE" w:rsidP="000D1BEB">
      <w:pPr>
        <w:pStyle w:val="Style34"/>
        <w:widowControl/>
        <w:spacing w:line="360" w:lineRule="atLeast"/>
        <w:ind w:left="5" w:right="115" w:firstLine="725"/>
        <w:rPr>
          <w:rStyle w:val="FontStyle59"/>
        </w:rPr>
      </w:pPr>
      <w:r>
        <w:rPr>
          <w:rStyle w:val="FontStyle59"/>
        </w:rPr>
        <w:t>3.1.3. Описание действующих систем холодного водоснабжения.</w:t>
      </w:r>
    </w:p>
    <w:p w:rsidR="006265EE" w:rsidRDefault="006265EE" w:rsidP="000D1BEB">
      <w:pPr>
        <w:pStyle w:val="Style34"/>
        <w:widowControl/>
        <w:spacing w:line="360" w:lineRule="atLeast"/>
        <w:ind w:left="5" w:right="115" w:firstLine="725"/>
        <w:rPr>
          <w:rStyle w:val="FontStyle59"/>
        </w:rPr>
      </w:pPr>
      <w:r>
        <w:rPr>
          <w:rStyle w:val="FontStyle59"/>
        </w:rPr>
        <w:t>3.1.4. Анализ существующего состояния систем холодного водоснабжения.</w:t>
      </w:r>
    </w:p>
    <w:p w:rsidR="006265EE" w:rsidRDefault="006265EE" w:rsidP="000D1BEB">
      <w:pPr>
        <w:pStyle w:val="Style34"/>
        <w:widowControl/>
        <w:spacing w:line="360" w:lineRule="atLeast"/>
        <w:ind w:left="5" w:right="115" w:firstLine="725"/>
        <w:rPr>
          <w:rStyle w:val="FontStyle59"/>
        </w:rPr>
      </w:pPr>
      <w:r>
        <w:rPr>
          <w:rStyle w:val="FontStyle59"/>
        </w:rPr>
        <w:t>3.1.5. Сведения о развитии инженерной инфраструктуры Дальнереченского городского округа</w:t>
      </w:r>
      <w:r w:rsidRPr="00820C3D">
        <w:rPr>
          <w:rStyle w:val="FontStyle59"/>
        </w:rPr>
        <w:t xml:space="preserve"> (</w:t>
      </w:r>
      <w:r>
        <w:rPr>
          <w:rStyle w:val="FontStyle59"/>
        </w:rPr>
        <w:t>микрорайон «Графский»).</w:t>
      </w:r>
    </w:p>
    <w:p w:rsidR="006265EE" w:rsidRDefault="006265EE" w:rsidP="000D1BEB">
      <w:pPr>
        <w:pStyle w:val="Style34"/>
        <w:widowControl/>
        <w:spacing w:line="360" w:lineRule="atLeast"/>
        <w:ind w:left="5" w:right="115" w:firstLine="725"/>
        <w:rPr>
          <w:rStyle w:val="FontStyle59"/>
        </w:rPr>
      </w:pPr>
      <w:r>
        <w:rPr>
          <w:rStyle w:val="FontStyle59"/>
        </w:rPr>
        <w:t>3.1.6. Перечень, описание и план технических мероприятий, направленных на реконструкцию и модернизацию объектов холодного водоснабжения. По каждому мероприятию необходимо указывать адрес объекта, на котором оно будет реализовываться и год, в котором планируется его реализация.</w:t>
      </w:r>
    </w:p>
    <w:p w:rsidR="006265EE" w:rsidRDefault="006265EE" w:rsidP="000D1BEB">
      <w:pPr>
        <w:pStyle w:val="Style34"/>
        <w:widowControl/>
        <w:spacing w:line="360" w:lineRule="atLeast"/>
        <w:ind w:left="5" w:right="115" w:firstLine="725"/>
        <w:rPr>
          <w:rStyle w:val="FontStyle59"/>
        </w:rPr>
      </w:pPr>
      <w:r>
        <w:rPr>
          <w:rStyle w:val="FontStyle59"/>
        </w:rPr>
        <w:t>3.1.7. Ожидаемые результаты реализации мероприятий, представленные в виде фактических показателей на текущий момент и плановых показателей на отдельных этапах и на момент завершения реализации инвестиционной программы, согласно таблице 1.</w:t>
      </w:r>
    </w:p>
    <w:p w:rsidR="006265EE" w:rsidRDefault="006265EE" w:rsidP="000D1BEB">
      <w:pPr>
        <w:pStyle w:val="Style34"/>
        <w:widowControl/>
        <w:spacing w:line="360" w:lineRule="atLeast"/>
        <w:ind w:left="5" w:right="115" w:firstLine="725"/>
        <w:rPr>
          <w:rStyle w:val="FontStyle59"/>
        </w:rPr>
      </w:pPr>
      <w:r>
        <w:rPr>
          <w:rStyle w:val="FontStyle59"/>
        </w:rPr>
        <w:t>3.1.8. Ожидаемый экономический эффект от внедрения мероприятий с учетом применения энергосберегающих технологий.</w:t>
      </w:r>
    </w:p>
    <w:p w:rsidR="006265EE" w:rsidRDefault="006265EE" w:rsidP="000D1BEB">
      <w:pPr>
        <w:pStyle w:val="Style34"/>
        <w:widowControl/>
        <w:spacing w:line="360" w:lineRule="atLeast"/>
        <w:ind w:left="5" w:right="115" w:firstLine="725"/>
        <w:rPr>
          <w:rStyle w:val="FontStyle59"/>
        </w:rPr>
      </w:pPr>
      <w:r>
        <w:rPr>
          <w:rStyle w:val="FontStyle59"/>
        </w:rPr>
        <w:t>3.1.9. Объем финансовых потребностей по реализации инвестиционной программы.</w:t>
      </w:r>
    </w:p>
    <w:p w:rsidR="006265EE" w:rsidRDefault="006265EE" w:rsidP="000D1BEB">
      <w:pPr>
        <w:pStyle w:val="Style34"/>
        <w:widowControl/>
        <w:spacing w:line="360" w:lineRule="atLeast"/>
        <w:ind w:left="5" w:right="115" w:firstLine="725"/>
        <w:rPr>
          <w:rStyle w:val="FontStyle59"/>
        </w:rPr>
      </w:pPr>
      <w:r w:rsidRPr="000D1BEB">
        <w:rPr>
          <w:rStyle w:val="FontStyle59"/>
        </w:rPr>
        <w:t xml:space="preserve">3.1.10. </w:t>
      </w:r>
      <w:r>
        <w:rPr>
          <w:rStyle w:val="FontStyle59"/>
        </w:rPr>
        <w:t>План финансирования инвестиционной программы с указанием источников ее финансирования.</w:t>
      </w:r>
    </w:p>
    <w:p w:rsidR="006265EE" w:rsidRDefault="006265EE" w:rsidP="000D1BEB">
      <w:pPr>
        <w:pStyle w:val="Style34"/>
        <w:widowControl/>
        <w:spacing w:line="360" w:lineRule="atLeast"/>
        <w:ind w:left="5" w:right="115" w:firstLine="725"/>
        <w:rPr>
          <w:rStyle w:val="FontStyle59"/>
        </w:rPr>
      </w:pPr>
      <w:r w:rsidRPr="000D1BEB">
        <w:rPr>
          <w:rStyle w:val="FontStyle59"/>
        </w:rPr>
        <w:t xml:space="preserve">3.1.11. </w:t>
      </w:r>
      <w:r>
        <w:rPr>
          <w:rStyle w:val="FontStyle59"/>
        </w:rPr>
        <w:t>Предварительный расчет тарифа на услугу холодного водоснабжения для потребителей микрорайон «Графский» Дальнереченского городского округа.</w:t>
      </w:r>
    </w:p>
    <w:p w:rsidR="006265EE" w:rsidRDefault="006265EE" w:rsidP="000D1BEB">
      <w:pPr>
        <w:pStyle w:val="Style53"/>
        <w:widowControl/>
        <w:tabs>
          <w:tab w:val="left" w:pos="1522"/>
        </w:tabs>
        <w:spacing w:line="360" w:lineRule="atLeast"/>
        <w:ind w:left="744" w:firstLine="0"/>
        <w:rPr>
          <w:rStyle w:val="FontStyle59"/>
        </w:rPr>
      </w:pPr>
      <w:r>
        <w:rPr>
          <w:rStyle w:val="FontStyle59"/>
        </w:rPr>
        <w:t>3.1.12. Оценку рисков реализации инвестиционной программы.</w:t>
      </w:r>
    </w:p>
    <w:p w:rsidR="006265EE" w:rsidRDefault="006265EE" w:rsidP="004A7EDA">
      <w:pPr>
        <w:pStyle w:val="Style34"/>
        <w:widowControl/>
        <w:spacing w:line="360" w:lineRule="atLeast"/>
        <w:ind w:left="754" w:firstLine="0"/>
        <w:jc w:val="left"/>
        <w:rPr>
          <w:rStyle w:val="FontStyle59"/>
        </w:rPr>
      </w:pPr>
      <w:r>
        <w:rPr>
          <w:rStyle w:val="FontStyle59"/>
        </w:rPr>
        <w:t>3.2. К проекту инвестиционной программы должны прилагаться:</w:t>
      </w:r>
    </w:p>
    <w:p w:rsidR="006265EE" w:rsidRDefault="006265EE" w:rsidP="000D1BEB">
      <w:pPr>
        <w:pStyle w:val="Style34"/>
        <w:widowControl/>
        <w:spacing w:line="360" w:lineRule="atLeast"/>
        <w:ind w:left="5" w:right="115" w:firstLine="725"/>
        <w:rPr>
          <w:rStyle w:val="FontStyle59"/>
        </w:rPr>
      </w:pPr>
      <w:r>
        <w:rPr>
          <w:rStyle w:val="FontStyle59"/>
        </w:rPr>
        <w:t>3.2.1. Пояснительная записка.</w:t>
      </w:r>
    </w:p>
    <w:p w:rsidR="006265EE" w:rsidRDefault="006265EE" w:rsidP="000D1BEB">
      <w:pPr>
        <w:pStyle w:val="Style34"/>
        <w:widowControl/>
        <w:spacing w:line="360" w:lineRule="atLeast"/>
        <w:ind w:left="5" w:right="115" w:firstLine="725"/>
        <w:rPr>
          <w:rStyle w:val="FontStyle59"/>
        </w:rPr>
      </w:pPr>
      <w:r>
        <w:rPr>
          <w:rStyle w:val="FontStyle59"/>
        </w:rPr>
        <w:t>3.2.2. Материалы обоснования финансовых потребностей, необходимых для реализации мероприятий инвестиционной программы.</w:t>
      </w:r>
    </w:p>
    <w:p w:rsidR="006265EE" w:rsidRDefault="006265EE" w:rsidP="000D1BEB">
      <w:pPr>
        <w:pStyle w:val="Style34"/>
        <w:widowControl/>
        <w:spacing w:line="360" w:lineRule="atLeast"/>
        <w:ind w:left="5" w:right="115" w:firstLine="725"/>
        <w:rPr>
          <w:rStyle w:val="FontStyle59"/>
        </w:rPr>
      </w:pPr>
      <w:r>
        <w:rPr>
          <w:rStyle w:val="FontStyle59"/>
        </w:rPr>
        <w:t>3.2.3. Расчет возврата кредитов и окупаемости затрат (в случае финансирования программы за счет привлеченных средств кредитных организаций).</w:t>
      </w:r>
    </w:p>
    <w:p w:rsidR="006265EE" w:rsidRDefault="006265EE" w:rsidP="004A7EDA">
      <w:pPr>
        <w:pStyle w:val="Style5"/>
        <w:widowControl/>
        <w:spacing w:line="360" w:lineRule="atLeast"/>
        <w:ind w:left="1939"/>
        <w:jc w:val="left"/>
        <w:rPr>
          <w:sz w:val="20"/>
          <w:szCs w:val="20"/>
        </w:rPr>
      </w:pPr>
    </w:p>
    <w:p w:rsidR="006265EE" w:rsidRDefault="006265EE" w:rsidP="00B80EE5">
      <w:pPr>
        <w:pStyle w:val="Style5"/>
        <w:widowControl/>
        <w:spacing w:before="91" w:line="360" w:lineRule="atLeast"/>
        <w:jc w:val="left"/>
        <w:rPr>
          <w:rStyle w:val="FontStyle66"/>
        </w:rPr>
      </w:pPr>
      <w:r>
        <w:rPr>
          <w:rStyle w:val="FontStyle66"/>
          <w:lang w:val="en-US"/>
        </w:rPr>
        <w:t>I</w:t>
      </w:r>
      <w:r>
        <w:rPr>
          <w:rStyle w:val="FontStyle66"/>
        </w:rPr>
        <w:t xml:space="preserve">V. </w:t>
      </w:r>
      <w:r>
        <w:rPr>
          <w:rStyle w:val="FontStyle66"/>
        </w:rPr>
        <w:tab/>
        <w:t>Сроки разработки инвестиционной программы</w:t>
      </w:r>
    </w:p>
    <w:p w:rsidR="006265EE" w:rsidRDefault="006265EE" w:rsidP="000D1BEB">
      <w:pPr>
        <w:pStyle w:val="Style36"/>
        <w:widowControl/>
        <w:spacing w:before="72" w:line="360" w:lineRule="atLeast"/>
        <w:ind w:left="53"/>
        <w:jc w:val="both"/>
        <w:rPr>
          <w:rStyle w:val="FontStyle59"/>
        </w:rPr>
      </w:pPr>
      <w:r>
        <w:rPr>
          <w:rStyle w:val="FontStyle59"/>
        </w:rPr>
        <w:t>4.1. Срок разработки инвестиционной программы - не более трех месяцев с момента утверждения технического задания на разработку инвестиционной программы.</w:t>
      </w:r>
    </w:p>
    <w:p w:rsidR="006265EE" w:rsidRDefault="006265EE" w:rsidP="004A7EDA">
      <w:pPr>
        <w:pStyle w:val="Style5"/>
        <w:widowControl/>
        <w:spacing w:line="360" w:lineRule="atLeast"/>
        <w:ind w:left="902"/>
        <w:jc w:val="left"/>
        <w:rPr>
          <w:sz w:val="20"/>
          <w:szCs w:val="20"/>
        </w:rPr>
      </w:pPr>
    </w:p>
    <w:p w:rsidR="006265EE" w:rsidRDefault="006265EE" w:rsidP="00B80EE5">
      <w:pPr>
        <w:pStyle w:val="Style5"/>
        <w:widowControl/>
        <w:spacing w:before="101" w:line="360" w:lineRule="atLeast"/>
        <w:jc w:val="left"/>
        <w:rPr>
          <w:rStyle w:val="FontStyle66"/>
        </w:rPr>
      </w:pPr>
      <w:r>
        <w:rPr>
          <w:rStyle w:val="FontStyle66"/>
        </w:rPr>
        <w:t xml:space="preserve">V. </w:t>
      </w:r>
      <w:r>
        <w:rPr>
          <w:rStyle w:val="FontStyle66"/>
        </w:rPr>
        <w:tab/>
        <w:t>Порядок и форма предоставления, рассмотрения и утверждения инвестиционной программы</w:t>
      </w:r>
    </w:p>
    <w:p w:rsidR="006265EE" w:rsidRDefault="006265EE" w:rsidP="004A7EDA">
      <w:pPr>
        <w:pStyle w:val="Style7"/>
        <w:widowControl/>
        <w:tabs>
          <w:tab w:val="left" w:pos="1286"/>
        </w:tabs>
        <w:spacing w:before="43" w:line="360" w:lineRule="atLeast"/>
        <w:ind w:left="792"/>
        <w:rPr>
          <w:rStyle w:val="FontStyle59"/>
        </w:rPr>
      </w:pPr>
      <w:r>
        <w:rPr>
          <w:rStyle w:val="FontStyle59"/>
        </w:rPr>
        <w:t>5.1. Инвестиционная программа разрабатывается на основании:</w:t>
      </w:r>
    </w:p>
    <w:p w:rsidR="006265EE" w:rsidRDefault="006265EE" w:rsidP="00A669CE">
      <w:pPr>
        <w:pStyle w:val="Style34"/>
        <w:widowControl/>
        <w:spacing w:line="360" w:lineRule="atLeast"/>
        <w:ind w:left="86" w:right="24" w:firstLine="725"/>
        <w:rPr>
          <w:rStyle w:val="FontStyle59"/>
        </w:rPr>
      </w:pPr>
      <w:r>
        <w:rPr>
          <w:rStyle w:val="FontStyle59"/>
        </w:rPr>
        <w:t>– Постановления правительства Российской Федерации от 29 июля 2013года   № 641 «Об инвестиционных и производственных программах организаций, осуществляющих деятельность в сфере водоснабжения и водоотведения».</w:t>
      </w:r>
    </w:p>
    <w:p w:rsidR="006265EE" w:rsidRDefault="006265EE" w:rsidP="00A669CE">
      <w:pPr>
        <w:pStyle w:val="Style34"/>
        <w:widowControl/>
        <w:spacing w:line="360" w:lineRule="atLeast"/>
        <w:ind w:left="86" w:right="24" w:firstLine="725"/>
        <w:rPr>
          <w:rStyle w:val="FontStyle66"/>
        </w:rPr>
      </w:pPr>
      <w:r>
        <w:rPr>
          <w:rStyle w:val="FontStyle59"/>
        </w:rPr>
        <w:t>– Схемы водоснабжения Дальнереченского городского округа на 2014-2025</w:t>
      </w:r>
      <w:r w:rsidRPr="00820C3D">
        <w:rPr>
          <w:rStyle w:val="FontStyle66"/>
          <w:b w:val="0"/>
          <w:bCs w:val="0"/>
        </w:rPr>
        <w:t>г</w:t>
      </w:r>
      <w:r>
        <w:rPr>
          <w:rStyle w:val="FontStyle66"/>
          <w:b w:val="0"/>
          <w:bCs w:val="0"/>
        </w:rPr>
        <w:t>г.</w:t>
      </w:r>
    </w:p>
    <w:p w:rsidR="006265EE" w:rsidRDefault="006265EE" w:rsidP="004A7EDA">
      <w:pPr>
        <w:pStyle w:val="Style34"/>
        <w:widowControl/>
        <w:spacing w:line="360" w:lineRule="atLeast"/>
        <w:ind w:left="86" w:right="24" w:firstLine="725"/>
        <w:rPr>
          <w:rStyle w:val="FontStyle59"/>
        </w:rPr>
      </w:pPr>
      <w:r>
        <w:rPr>
          <w:rStyle w:val="FontStyle59"/>
        </w:rPr>
        <w:t>– Технического задания на разработку инвестиционной программы по реконструкции и модернизации объектов холодного водоснабжения Дальнереченского городского округа на 2018-2020 гг., утвержденного главой администрации Дальнереченского городского округа.</w:t>
      </w:r>
    </w:p>
    <w:p w:rsidR="006265EE" w:rsidRDefault="006265EE" w:rsidP="00820C3D">
      <w:pPr>
        <w:pStyle w:val="Style7"/>
        <w:widowControl/>
        <w:tabs>
          <w:tab w:val="left" w:pos="1286"/>
        </w:tabs>
        <w:spacing w:before="43" w:line="360" w:lineRule="atLeast"/>
        <w:ind w:firstLine="792"/>
        <w:jc w:val="both"/>
        <w:rPr>
          <w:rStyle w:val="FontStyle59"/>
        </w:rPr>
      </w:pPr>
      <w:r>
        <w:rPr>
          <w:rStyle w:val="FontStyle59"/>
        </w:rPr>
        <w:t>5.2. Подготовка проекта инвестиционной программы и расчет финансовых потребностей, необходимых для реализации данной программы, производятся КГУП «Примтеплоэнерго».</w:t>
      </w:r>
    </w:p>
    <w:p w:rsidR="006265EE" w:rsidRDefault="006265EE" w:rsidP="00820C3D">
      <w:pPr>
        <w:pStyle w:val="Style7"/>
        <w:widowControl/>
        <w:tabs>
          <w:tab w:val="left" w:pos="1286"/>
        </w:tabs>
        <w:spacing w:before="43" w:line="360" w:lineRule="atLeast"/>
        <w:ind w:firstLine="792"/>
        <w:jc w:val="both"/>
        <w:rPr>
          <w:rStyle w:val="FontStyle59"/>
        </w:rPr>
      </w:pPr>
      <w:r>
        <w:rPr>
          <w:rStyle w:val="FontStyle59"/>
        </w:rPr>
        <w:t>5.3. Подготовленный проект инвестиционной программы и расчет необходимых для ее реализации финансовых потребностей предоставляются КГУП «Примтеплоэнерго» в администрацию Дальнереченского городского округа, которая проводит проверку соответствия проекта инвестиционной программы условиям утвержденного технического задания и согласовывает его.</w:t>
      </w:r>
    </w:p>
    <w:p w:rsidR="006265EE" w:rsidRDefault="006265EE" w:rsidP="004A7EDA">
      <w:pPr>
        <w:pStyle w:val="Style34"/>
        <w:widowControl/>
        <w:spacing w:line="360" w:lineRule="atLeast"/>
        <w:ind w:left="10" w:right="82" w:firstLine="706"/>
        <w:rPr>
          <w:rStyle w:val="FontStyle59"/>
        </w:rPr>
      </w:pPr>
      <w:r>
        <w:rPr>
          <w:rStyle w:val="FontStyle59"/>
        </w:rPr>
        <w:t>5.4. В случае отказа в согласовании проекта инвестиционной программы, администрация Дальнереченского городского округа обязана указать причину отказа.</w:t>
      </w:r>
    </w:p>
    <w:p w:rsidR="006265EE" w:rsidRDefault="006265EE" w:rsidP="004A7EDA">
      <w:pPr>
        <w:pStyle w:val="Style41"/>
        <w:widowControl/>
        <w:tabs>
          <w:tab w:val="left" w:pos="1157"/>
        </w:tabs>
        <w:spacing w:line="360" w:lineRule="atLeast"/>
        <w:ind w:left="14" w:right="67" w:firstLine="730"/>
        <w:rPr>
          <w:rStyle w:val="FontStyle59"/>
        </w:rPr>
      </w:pPr>
      <w:r>
        <w:rPr>
          <w:rStyle w:val="FontStyle59"/>
        </w:rPr>
        <w:t>5.5. КГУП «Примтеплоэнерго» в течение трех дней со дня получения согласования от администрации Дальнереченского городского округа обязано направить проект инвестиционной программы на утверждение в Департамент по жилищно-коммунальному хозяйству и топливным ресурсам Приморского края либо в случае отказа в согласовании доработать проект инвестиционной программы.</w:t>
      </w:r>
    </w:p>
    <w:p w:rsidR="006265EE" w:rsidRDefault="006265EE" w:rsidP="00C97540">
      <w:pPr>
        <w:pStyle w:val="Style41"/>
        <w:tabs>
          <w:tab w:val="left" w:pos="1134"/>
        </w:tabs>
        <w:spacing w:line="360" w:lineRule="atLeast"/>
        <w:ind w:left="24" w:right="58" w:firstLine="706"/>
        <w:rPr>
          <w:rStyle w:val="FontStyle59"/>
        </w:rPr>
      </w:pPr>
      <w:r>
        <w:rPr>
          <w:rStyle w:val="FontStyle59"/>
        </w:rPr>
        <w:t xml:space="preserve">5.6. </w:t>
      </w:r>
      <w:r>
        <w:rPr>
          <w:rStyle w:val="FontStyle59"/>
        </w:rPr>
        <w:tab/>
        <w:t xml:space="preserve">Департамент по жилищно-коммунальному хозяйству и топливным ресурсам Приморского края проводит проверку обоснованности расчета необходимых для реализации инвестиционной программы финансовых потребностей и анализ доступности для потребителей товаров и услуг КГУП «Примтеплоэнерго» </w:t>
      </w:r>
      <w:r w:rsidRPr="00C97540">
        <w:rPr>
          <w:rStyle w:val="FontStyle59"/>
        </w:rPr>
        <w:t>путем сравнения индекса роста тарифа с учетом расходов на реализацию инвестиционной программы и предельного индекса</w:t>
      </w:r>
      <w:r>
        <w:rPr>
          <w:rStyle w:val="FontStyle59"/>
        </w:rPr>
        <w:t>, на основании информации об индексах, предоставляемой Департаментом по тарифам Приморского края.</w:t>
      </w:r>
    </w:p>
    <w:p w:rsidR="006265EE" w:rsidRDefault="006265EE" w:rsidP="004A7EDA">
      <w:pPr>
        <w:pStyle w:val="Style41"/>
        <w:widowControl/>
        <w:tabs>
          <w:tab w:val="left" w:pos="1368"/>
        </w:tabs>
        <w:spacing w:line="360" w:lineRule="atLeast"/>
        <w:ind w:left="34" w:right="53" w:firstLine="720"/>
        <w:rPr>
          <w:rStyle w:val="FontStyle59"/>
        </w:rPr>
      </w:pPr>
      <w:r>
        <w:rPr>
          <w:rStyle w:val="FontStyle59"/>
        </w:rPr>
        <w:t>5.7. При вынесении Департаментом по жилищно-коммунальному хозяйству и топливным ресурсам Приморского края решения о недоступности для потребителей товаров и услуг КГУП «Примтеплоэнерго», администрация Дальнереченского городского округа имеет право:</w:t>
      </w:r>
    </w:p>
    <w:p w:rsidR="006265EE" w:rsidRDefault="006265EE" w:rsidP="00A46823">
      <w:pPr>
        <w:pStyle w:val="Style41"/>
        <w:widowControl/>
        <w:tabs>
          <w:tab w:val="left" w:pos="1368"/>
        </w:tabs>
        <w:spacing w:line="360" w:lineRule="atLeast"/>
        <w:ind w:left="34" w:right="53" w:firstLine="720"/>
        <w:rPr>
          <w:rStyle w:val="FontStyle59"/>
        </w:rPr>
      </w:pPr>
      <w:r>
        <w:rPr>
          <w:rStyle w:val="FontStyle59"/>
        </w:rPr>
        <w:t>5.7.1. Подготовить предложения по изменению условий технического задания, на основании которого разрабатывается инвестиционная программа КГУП «Примтеплоэнерго».</w:t>
      </w:r>
    </w:p>
    <w:p w:rsidR="006265EE" w:rsidRDefault="006265EE" w:rsidP="00A46823">
      <w:pPr>
        <w:pStyle w:val="Style41"/>
        <w:widowControl/>
        <w:tabs>
          <w:tab w:val="left" w:pos="1368"/>
        </w:tabs>
        <w:spacing w:line="360" w:lineRule="atLeast"/>
        <w:ind w:left="34" w:right="53" w:firstLine="720"/>
        <w:rPr>
          <w:rStyle w:val="FontStyle59"/>
        </w:rPr>
      </w:pPr>
      <w:r>
        <w:rPr>
          <w:rStyle w:val="FontStyle59"/>
        </w:rPr>
        <w:t>5.7.2. Подготовить предложения по частичному обеспечению финансовых потребностей на реализацию мероприятий инвестиционной программы КГУП «Примтеплоэнерго» за счет средств бюджета Дальнереченского городского округа.</w:t>
      </w:r>
    </w:p>
    <w:p w:rsidR="006265EE" w:rsidRDefault="006265EE" w:rsidP="00A46823">
      <w:pPr>
        <w:pStyle w:val="Style41"/>
        <w:widowControl/>
        <w:tabs>
          <w:tab w:val="left" w:pos="1368"/>
        </w:tabs>
        <w:spacing w:line="360" w:lineRule="atLeast"/>
        <w:ind w:left="34" w:right="53" w:firstLine="720"/>
        <w:rPr>
          <w:rStyle w:val="FontStyle59"/>
        </w:rPr>
      </w:pPr>
      <w:r>
        <w:rPr>
          <w:rStyle w:val="FontStyle59"/>
        </w:rPr>
        <w:t>5.7.3. Направить заявку в Департамент по жилищно-коммунальному хозяйству и топливным ресурсам Приморского края на субсидирование бюджета Дальнереченского городского округа для финансового обеспечения части мероприятий инвестиционной программы, направленных на реконструкцию и модернизацию объектов системы централизованного водоснабжения микрорайона «Графский» Дальнереченского городского округа.</w:t>
      </w:r>
    </w:p>
    <w:p w:rsidR="006265EE" w:rsidRDefault="006265EE" w:rsidP="004A7EDA">
      <w:pPr>
        <w:pStyle w:val="Style34"/>
        <w:widowControl/>
        <w:spacing w:line="360" w:lineRule="atLeast"/>
        <w:ind w:left="72" w:right="10" w:firstLine="706"/>
        <w:rPr>
          <w:rStyle w:val="FontStyle59"/>
        </w:rPr>
      </w:pPr>
      <w:r>
        <w:rPr>
          <w:rStyle w:val="FontStyle59"/>
        </w:rPr>
        <w:t>5.8. КГУП «Примтеплоэнерго» осуществляет доработку проекта инвестиционной программы с учетом замечаний Департамента по жилищно-коммунальному хозяйству и топливным ресурсам Приморского края с включением дополнительных источников финансирования.</w:t>
      </w:r>
    </w:p>
    <w:p w:rsidR="006265EE" w:rsidRDefault="006265EE" w:rsidP="004A7EDA">
      <w:pPr>
        <w:pStyle w:val="Style5"/>
        <w:widowControl/>
        <w:spacing w:line="360" w:lineRule="atLeast"/>
        <w:ind w:left="1248"/>
        <w:jc w:val="left"/>
        <w:rPr>
          <w:sz w:val="20"/>
          <w:szCs w:val="20"/>
        </w:rPr>
      </w:pPr>
    </w:p>
    <w:p w:rsidR="006265EE" w:rsidRDefault="006265EE" w:rsidP="003256B3">
      <w:pPr>
        <w:pStyle w:val="Style5"/>
        <w:widowControl/>
        <w:spacing w:before="86" w:line="360" w:lineRule="atLeast"/>
        <w:jc w:val="left"/>
        <w:rPr>
          <w:rStyle w:val="FontStyle66"/>
        </w:rPr>
      </w:pPr>
      <w:r>
        <w:rPr>
          <w:rStyle w:val="FontStyle66"/>
        </w:rPr>
        <w:t>VI.</w:t>
      </w:r>
      <w:r>
        <w:rPr>
          <w:rStyle w:val="FontStyle66"/>
        </w:rPr>
        <w:tab/>
        <w:t xml:space="preserve"> Финансовые потребности на реализацию инвестиционной программы</w:t>
      </w:r>
    </w:p>
    <w:p w:rsidR="006265EE" w:rsidRDefault="006265EE" w:rsidP="004A7EDA">
      <w:pPr>
        <w:pStyle w:val="Style41"/>
        <w:widowControl/>
        <w:tabs>
          <w:tab w:val="left" w:pos="1392"/>
        </w:tabs>
        <w:spacing w:line="360" w:lineRule="atLeast"/>
        <w:ind w:left="86"/>
        <w:rPr>
          <w:rStyle w:val="FontStyle59"/>
        </w:rPr>
      </w:pPr>
      <w:r>
        <w:rPr>
          <w:rStyle w:val="FontStyle59"/>
        </w:rPr>
        <w:t>6.1. Объем финансовых потребностей на реализацию инвестиционной программы необходимо определять посредством суммирования финансовых потребностей на реализацию каждого мероприятия инвестиционной программы.</w:t>
      </w:r>
    </w:p>
    <w:p w:rsidR="006265EE" w:rsidRDefault="006265EE" w:rsidP="004A7EDA">
      <w:pPr>
        <w:pStyle w:val="Style41"/>
        <w:widowControl/>
        <w:tabs>
          <w:tab w:val="left" w:pos="1418"/>
        </w:tabs>
        <w:spacing w:before="14" w:line="360" w:lineRule="atLeast"/>
        <w:ind w:left="91" w:right="5"/>
        <w:rPr>
          <w:rStyle w:val="FontStyle59"/>
        </w:rPr>
      </w:pPr>
      <w:r>
        <w:rPr>
          <w:rStyle w:val="FontStyle59"/>
        </w:rPr>
        <w:t>6.2. Финансовые потребности на реализацию мероприятий инвестиционной программы определяются на основе:</w:t>
      </w:r>
    </w:p>
    <w:p w:rsidR="006265EE" w:rsidRDefault="006265EE" w:rsidP="00C97540">
      <w:pPr>
        <w:pStyle w:val="Style34"/>
        <w:widowControl/>
        <w:spacing w:before="5" w:line="360" w:lineRule="atLeast"/>
        <w:ind w:left="96" w:firstLine="725"/>
        <w:rPr>
          <w:rStyle w:val="FontStyle59"/>
        </w:rPr>
      </w:pPr>
      <w:r>
        <w:rPr>
          <w:rStyle w:val="FontStyle59"/>
        </w:rPr>
        <w:t>6.2.1. Укрупненных показателей стоимости строительства и модернизации.</w:t>
      </w:r>
    </w:p>
    <w:p w:rsidR="006265EE" w:rsidRDefault="006265EE" w:rsidP="00C97540">
      <w:pPr>
        <w:pStyle w:val="Style34"/>
        <w:widowControl/>
        <w:spacing w:before="5" w:line="360" w:lineRule="atLeast"/>
        <w:ind w:left="96" w:firstLine="725"/>
        <w:rPr>
          <w:rStyle w:val="FontStyle59"/>
        </w:rPr>
      </w:pPr>
      <w:r>
        <w:rPr>
          <w:rStyle w:val="FontStyle59"/>
        </w:rPr>
        <w:t>6.2.2. Действующей сметной нормативной базы (государственные элементные нормы, федеральные и территориальные единичные расценки и другие).</w:t>
      </w:r>
    </w:p>
    <w:p w:rsidR="006265EE" w:rsidRDefault="006265EE" w:rsidP="00C97540">
      <w:pPr>
        <w:pStyle w:val="Style41"/>
        <w:widowControl/>
        <w:tabs>
          <w:tab w:val="left" w:pos="1418"/>
        </w:tabs>
        <w:spacing w:before="14" w:line="360" w:lineRule="atLeast"/>
        <w:ind w:left="91" w:right="5"/>
        <w:rPr>
          <w:rStyle w:val="FontStyle59"/>
        </w:rPr>
      </w:pPr>
      <w:r>
        <w:rPr>
          <w:rStyle w:val="FontStyle59"/>
        </w:rPr>
        <w:t>6.3. В финансовые потребности рекомендуется включать весь комплекс расходов, связанных с проведением мероприятий инвестиционной программы. К таким расходам относятся:</w:t>
      </w:r>
    </w:p>
    <w:p w:rsidR="006265EE" w:rsidRDefault="006265EE" w:rsidP="00A46823">
      <w:pPr>
        <w:pStyle w:val="Style41"/>
        <w:widowControl/>
        <w:tabs>
          <w:tab w:val="left" w:pos="1430"/>
        </w:tabs>
        <w:spacing w:before="14" w:line="360" w:lineRule="atLeast"/>
        <w:ind w:left="91" w:right="5"/>
        <w:rPr>
          <w:rStyle w:val="FontStyle59"/>
        </w:rPr>
      </w:pPr>
      <w:r>
        <w:rPr>
          <w:rStyle w:val="FontStyle59"/>
        </w:rPr>
        <w:t>6.3.1. Проектно-изыскательские работы.</w:t>
      </w:r>
    </w:p>
    <w:p w:rsidR="006265EE" w:rsidRDefault="006265EE" w:rsidP="00A46823">
      <w:pPr>
        <w:pStyle w:val="Style41"/>
        <w:widowControl/>
        <w:tabs>
          <w:tab w:val="left" w:pos="1430"/>
        </w:tabs>
        <w:spacing w:before="14" w:line="360" w:lineRule="atLeast"/>
        <w:ind w:left="91" w:right="5"/>
        <w:rPr>
          <w:rStyle w:val="FontStyle59"/>
        </w:rPr>
      </w:pPr>
      <w:r>
        <w:rPr>
          <w:rStyle w:val="FontStyle59"/>
        </w:rPr>
        <w:t>6.3.2. Приобретение материалов и оборудования.</w:t>
      </w:r>
    </w:p>
    <w:p w:rsidR="006265EE" w:rsidRDefault="006265EE" w:rsidP="00A46823">
      <w:pPr>
        <w:pStyle w:val="Style41"/>
        <w:widowControl/>
        <w:tabs>
          <w:tab w:val="left" w:pos="1430"/>
        </w:tabs>
        <w:spacing w:before="14" w:line="360" w:lineRule="atLeast"/>
        <w:ind w:left="91" w:right="5"/>
        <w:rPr>
          <w:rStyle w:val="FontStyle59"/>
        </w:rPr>
      </w:pPr>
      <w:r>
        <w:rPr>
          <w:rStyle w:val="FontStyle59"/>
        </w:rPr>
        <w:t>6.3.3. Строительно-монтажные работы.</w:t>
      </w:r>
    </w:p>
    <w:p w:rsidR="006265EE" w:rsidRDefault="006265EE" w:rsidP="00A46823">
      <w:pPr>
        <w:pStyle w:val="Style41"/>
        <w:widowControl/>
        <w:tabs>
          <w:tab w:val="left" w:pos="1418"/>
        </w:tabs>
        <w:spacing w:before="14" w:line="360" w:lineRule="atLeast"/>
        <w:ind w:left="91" w:right="5"/>
        <w:rPr>
          <w:rStyle w:val="FontStyle59"/>
        </w:rPr>
      </w:pPr>
      <w:r>
        <w:rPr>
          <w:rStyle w:val="FontStyle59"/>
        </w:rPr>
        <w:t>6.3.4.</w:t>
      </w:r>
      <w:r>
        <w:rPr>
          <w:rStyle w:val="FontStyle59"/>
        </w:rPr>
        <w:tab/>
        <w:t xml:space="preserve"> Работа по замене оборудования с улучшением технико-экономических характеристик.</w:t>
      </w:r>
    </w:p>
    <w:p w:rsidR="006265EE" w:rsidRDefault="006265EE" w:rsidP="00A46823">
      <w:pPr>
        <w:pStyle w:val="Style41"/>
        <w:widowControl/>
        <w:tabs>
          <w:tab w:val="left" w:pos="1418"/>
        </w:tabs>
        <w:spacing w:before="14" w:line="360" w:lineRule="atLeast"/>
        <w:ind w:left="91" w:right="5"/>
        <w:rPr>
          <w:rStyle w:val="FontStyle59"/>
        </w:rPr>
      </w:pPr>
      <w:r>
        <w:rPr>
          <w:rStyle w:val="FontStyle59"/>
        </w:rPr>
        <w:t>6.3.5. Пусконаладочные работы.</w:t>
      </w:r>
    </w:p>
    <w:p w:rsidR="006265EE" w:rsidRDefault="006265EE" w:rsidP="00A46823">
      <w:pPr>
        <w:pStyle w:val="Style41"/>
        <w:widowControl/>
        <w:tabs>
          <w:tab w:val="left" w:pos="1418"/>
        </w:tabs>
        <w:spacing w:before="14" w:line="360" w:lineRule="atLeast"/>
        <w:ind w:left="91" w:right="5"/>
        <w:rPr>
          <w:rStyle w:val="FontStyle59"/>
        </w:rPr>
      </w:pPr>
      <w:r>
        <w:rPr>
          <w:rStyle w:val="FontStyle59"/>
        </w:rPr>
        <w:t>6.3.6. Проведение регистрации объектов.</w:t>
      </w:r>
    </w:p>
    <w:p w:rsidR="006265EE" w:rsidRDefault="006265EE" w:rsidP="00A46823">
      <w:pPr>
        <w:pStyle w:val="Style41"/>
        <w:widowControl/>
        <w:tabs>
          <w:tab w:val="left" w:pos="1418"/>
        </w:tabs>
        <w:spacing w:before="14" w:line="360" w:lineRule="atLeast"/>
        <w:ind w:left="91" w:right="5"/>
        <w:rPr>
          <w:rStyle w:val="FontStyle59"/>
        </w:rPr>
      </w:pPr>
      <w:r>
        <w:rPr>
          <w:rStyle w:val="FontStyle59"/>
        </w:rPr>
        <w:t>6.3.7. Расходы, не относимые на стоимость основных средств (аренда земельных участков на срок строительства и т.п.).</w:t>
      </w:r>
    </w:p>
    <w:p w:rsidR="006265EE" w:rsidRDefault="006265EE" w:rsidP="003256B3">
      <w:pPr>
        <w:pStyle w:val="Style41"/>
        <w:widowControl/>
        <w:tabs>
          <w:tab w:val="left" w:pos="1262"/>
        </w:tabs>
        <w:spacing w:line="360" w:lineRule="atLeast"/>
        <w:ind w:left="734" w:firstLine="0"/>
        <w:jc w:val="left"/>
        <w:rPr>
          <w:rStyle w:val="FontStyle59"/>
        </w:rPr>
      </w:pPr>
      <w:r>
        <w:rPr>
          <w:rStyle w:val="FontStyle59"/>
        </w:rPr>
        <w:t>6.4. Источниками финансирования инвестиционной программы могут быть:</w:t>
      </w:r>
    </w:p>
    <w:p w:rsidR="006265EE" w:rsidRDefault="006265EE" w:rsidP="004A7EDA">
      <w:pPr>
        <w:pStyle w:val="Style41"/>
        <w:widowControl/>
        <w:tabs>
          <w:tab w:val="left" w:pos="1464"/>
        </w:tabs>
        <w:spacing w:line="360" w:lineRule="atLeast"/>
        <w:ind w:left="758" w:firstLine="0"/>
        <w:jc w:val="left"/>
        <w:rPr>
          <w:rStyle w:val="FontStyle59"/>
        </w:rPr>
      </w:pPr>
      <w:r>
        <w:rPr>
          <w:rStyle w:val="FontStyle59"/>
        </w:rPr>
        <w:t>6.4.1. Собственные средства КГУП «Примтеплоэнерго», в том числе:</w:t>
      </w:r>
    </w:p>
    <w:p w:rsidR="006265EE" w:rsidRDefault="006265EE" w:rsidP="00A46823">
      <w:pPr>
        <w:pStyle w:val="Style41"/>
        <w:widowControl/>
        <w:tabs>
          <w:tab w:val="left" w:pos="1670"/>
        </w:tabs>
        <w:spacing w:before="5" w:line="360" w:lineRule="atLeast"/>
        <w:ind w:left="758" w:firstLine="0"/>
        <w:jc w:val="left"/>
        <w:rPr>
          <w:rStyle w:val="FontStyle59"/>
        </w:rPr>
      </w:pPr>
      <w:r>
        <w:rPr>
          <w:rStyle w:val="FontStyle59"/>
        </w:rPr>
        <w:t>6.4.1.1. Прибыль, направляемая на инвестиции.</w:t>
      </w:r>
    </w:p>
    <w:p w:rsidR="006265EE" w:rsidRDefault="006265EE" w:rsidP="00F83D9C">
      <w:pPr>
        <w:pStyle w:val="Style41"/>
        <w:widowControl/>
        <w:tabs>
          <w:tab w:val="left" w:pos="1670"/>
        </w:tabs>
        <w:spacing w:before="5" w:line="360" w:lineRule="atLeast"/>
        <w:ind w:firstLine="709"/>
        <w:rPr>
          <w:rStyle w:val="FontStyle59"/>
        </w:rPr>
      </w:pPr>
      <w:r>
        <w:rPr>
          <w:rStyle w:val="FontStyle59"/>
        </w:rPr>
        <w:t>6.4.1.2. Финансовые средства, полученные КГУП «Примтеплоэнерго» от применения установленных надбавок к тарифам и тарифов на подключение (за исключением средств от применения надбавок и тарифов на подключение, направляемых на возврат и обслуживание привлеченных заемных средств).</w:t>
      </w:r>
    </w:p>
    <w:p w:rsidR="006265EE" w:rsidRDefault="006265EE" w:rsidP="00A46823">
      <w:pPr>
        <w:pStyle w:val="Style41"/>
        <w:widowControl/>
        <w:tabs>
          <w:tab w:val="left" w:pos="1670"/>
        </w:tabs>
        <w:spacing w:before="5" w:line="360" w:lineRule="atLeast"/>
        <w:ind w:left="758" w:firstLine="0"/>
        <w:jc w:val="left"/>
        <w:rPr>
          <w:rStyle w:val="FontStyle59"/>
        </w:rPr>
      </w:pPr>
      <w:r>
        <w:rPr>
          <w:rStyle w:val="FontStyle59"/>
        </w:rPr>
        <w:t>6.4.1.3. Амортизационные отчисления.</w:t>
      </w:r>
    </w:p>
    <w:p w:rsidR="006265EE" w:rsidRDefault="006265EE" w:rsidP="00A46823">
      <w:pPr>
        <w:pStyle w:val="Style7"/>
        <w:widowControl/>
        <w:tabs>
          <w:tab w:val="left" w:pos="1464"/>
        </w:tabs>
        <w:spacing w:before="5" w:line="360" w:lineRule="atLeast"/>
        <w:ind w:left="758" w:right="2688"/>
        <w:rPr>
          <w:rStyle w:val="FontStyle59"/>
        </w:rPr>
      </w:pPr>
      <w:r>
        <w:rPr>
          <w:rStyle w:val="FontStyle59"/>
        </w:rPr>
        <w:t xml:space="preserve">6.4.2. Привлеченные средства, в том числе: </w:t>
      </w:r>
    </w:p>
    <w:p w:rsidR="006265EE" w:rsidRDefault="006265EE" w:rsidP="004A7EDA">
      <w:pPr>
        <w:pStyle w:val="Style7"/>
        <w:widowControl/>
        <w:tabs>
          <w:tab w:val="left" w:pos="1464"/>
        </w:tabs>
        <w:spacing w:before="5" w:line="360" w:lineRule="atLeast"/>
        <w:ind w:left="758" w:right="2688"/>
        <w:rPr>
          <w:rStyle w:val="FontStyle59"/>
        </w:rPr>
      </w:pPr>
      <w:r>
        <w:rPr>
          <w:rStyle w:val="FontStyle59"/>
        </w:rPr>
        <w:t>6.4.2.1. Заемные средства кредитных организаций.</w:t>
      </w:r>
    </w:p>
    <w:p w:rsidR="006265EE" w:rsidRDefault="006265EE" w:rsidP="00A46823">
      <w:pPr>
        <w:pStyle w:val="Style41"/>
        <w:widowControl/>
        <w:tabs>
          <w:tab w:val="left" w:pos="1464"/>
        </w:tabs>
        <w:spacing w:line="360" w:lineRule="atLeast"/>
        <w:ind w:left="758" w:firstLine="0"/>
        <w:jc w:val="left"/>
        <w:rPr>
          <w:rStyle w:val="FontStyle59"/>
        </w:rPr>
      </w:pPr>
      <w:r>
        <w:rPr>
          <w:rStyle w:val="FontStyle59"/>
        </w:rPr>
        <w:t>6.4.3. Бюджетные средства, в том числе:</w:t>
      </w:r>
    </w:p>
    <w:p w:rsidR="006265EE" w:rsidRDefault="006265EE" w:rsidP="00A46823">
      <w:pPr>
        <w:pStyle w:val="Style41"/>
        <w:widowControl/>
        <w:tabs>
          <w:tab w:val="left" w:pos="1694"/>
        </w:tabs>
        <w:spacing w:line="360" w:lineRule="atLeast"/>
        <w:ind w:left="778" w:firstLine="0"/>
        <w:jc w:val="left"/>
        <w:rPr>
          <w:rStyle w:val="FontStyle59"/>
        </w:rPr>
      </w:pPr>
      <w:r>
        <w:rPr>
          <w:rStyle w:val="FontStyle59"/>
        </w:rPr>
        <w:t>6.4.3.1. Федеральный бюджет.</w:t>
      </w:r>
    </w:p>
    <w:p w:rsidR="006265EE" w:rsidRDefault="006265EE" w:rsidP="00A46823">
      <w:pPr>
        <w:pStyle w:val="Style41"/>
        <w:widowControl/>
        <w:tabs>
          <w:tab w:val="left" w:pos="1694"/>
        </w:tabs>
        <w:spacing w:line="360" w:lineRule="atLeast"/>
        <w:ind w:left="778" w:firstLine="0"/>
        <w:jc w:val="left"/>
        <w:rPr>
          <w:rStyle w:val="FontStyle59"/>
        </w:rPr>
      </w:pPr>
      <w:r>
        <w:rPr>
          <w:rStyle w:val="FontStyle59"/>
        </w:rPr>
        <w:t>6.4.3.2. Бюджет Приморского края.</w:t>
      </w:r>
    </w:p>
    <w:p w:rsidR="006265EE" w:rsidRDefault="006265EE" w:rsidP="00A46823">
      <w:pPr>
        <w:pStyle w:val="Style43"/>
        <w:widowControl/>
        <w:tabs>
          <w:tab w:val="left" w:pos="1694"/>
        </w:tabs>
        <w:spacing w:line="360" w:lineRule="atLeast"/>
        <w:ind w:left="778"/>
        <w:rPr>
          <w:rStyle w:val="FontStyle59"/>
        </w:rPr>
      </w:pPr>
      <w:r>
        <w:rPr>
          <w:rStyle w:val="FontStyle59"/>
        </w:rPr>
        <w:t>6.4.3.3. Бюджет Дальнереченского городского округа</w:t>
      </w:r>
      <w:r>
        <w:rPr>
          <w:rStyle w:val="FontStyle66"/>
        </w:rPr>
        <w:t>.</w:t>
      </w:r>
    </w:p>
    <w:p w:rsidR="006265EE" w:rsidRDefault="006265EE" w:rsidP="00A46823">
      <w:pPr>
        <w:pStyle w:val="Style41"/>
        <w:widowControl/>
        <w:tabs>
          <w:tab w:val="left" w:pos="1464"/>
        </w:tabs>
        <w:spacing w:line="360" w:lineRule="atLeast"/>
        <w:ind w:left="758" w:firstLine="0"/>
        <w:jc w:val="left"/>
        <w:rPr>
          <w:rStyle w:val="FontStyle59"/>
        </w:rPr>
      </w:pPr>
      <w:r>
        <w:rPr>
          <w:rStyle w:val="FontStyle59"/>
        </w:rPr>
        <w:t>6.4.4. Средства внебюджетных фондов.</w:t>
      </w:r>
    </w:p>
    <w:p w:rsidR="006265EE" w:rsidRDefault="006265EE" w:rsidP="00A46823">
      <w:pPr>
        <w:pStyle w:val="Style41"/>
        <w:widowControl/>
        <w:tabs>
          <w:tab w:val="left" w:pos="1464"/>
        </w:tabs>
        <w:spacing w:line="360" w:lineRule="atLeast"/>
        <w:ind w:left="758" w:firstLine="0"/>
        <w:jc w:val="left"/>
        <w:rPr>
          <w:rStyle w:val="FontStyle59"/>
        </w:rPr>
      </w:pPr>
      <w:r>
        <w:rPr>
          <w:rStyle w:val="FontStyle59"/>
        </w:rPr>
        <w:t>6.4.5. Прочие источники.</w:t>
      </w:r>
    </w:p>
    <w:p w:rsidR="006265EE" w:rsidRDefault="006265EE" w:rsidP="004A7EDA">
      <w:pPr>
        <w:pStyle w:val="Style41"/>
        <w:widowControl/>
        <w:tabs>
          <w:tab w:val="left" w:pos="1262"/>
        </w:tabs>
        <w:spacing w:line="360" w:lineRule="atLeast"/>
        <w:ind w:right="19" w:firstLine="734"/>
        <w:rPr>
          <w:rStyle w:val="FontStyle59"/>
        </w:rPr>
      </w:pPr>
      <w:r>
        <w:rPr>
          <w:rStyle w:val="FontStyle59"/>
        </w:rPr>
        <w:t>6.5. В инвестиционной программе необходимо привести распределение финансовых потребностей по определенным источникам финансирования, в том числе с распределением по годам и этапам реализации инвестиционной программы.</w:t>
      </w:r>
    </w:p>
    <w:p w:rsidR="006265EE" w:rsidRDefault="006265EE" w:rsidP="004A7EDA">
      <w:pPr>
        <w:pStyle w:val="Style41"/>
        <w:widowControl/>
        <w:tabs>
          <w:tab w:val="left" w:pos="1354"/>
        </w:tabs>
        <w:spacing w:before="5" w:line="360" w:lineRule="atLeast"/>
        <w:ind w:left="67" w:firstLine="730"/>
        <w:rPr>
          <w:rStyle w:val="FontStyle59"/>
        </w:rPr>
      </w:pPr>
      <w:r>
        <w:rPr>
          <w:rStyle w:val="FontStyle59"/>
        </w:rPr>
        <w:t>6.6. В случае если финансирование инвестиционной программы будет осуществляться с привлечением заемных средств, к проекту инвестиционной программы прикладываются документы, обосновывающие процентную ставку за пользование привлеченными средствами, а также план привлечения и возврата заемных средств с отдельным указанием возврата заемных средств и платежей за их использование.</w:t>
      </w:r>
    </w:p>
    <w:sectPr w:rsidR="006265EE" w:rsidSect="004A7EDA">
      <w:type w:val="continuous"/>
      <w:pgSz w:w="11906" w:h="16838"/>
      <w:pgMar w:top="709" w:right="849" w:bottom="709" w:left="1276" w:header="720" w:footer="720" w:gutter="0"/>
      <w:cols w:space="28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0383AD8"/>
    <w:lvl w:ilvl="0">
      <w:numFmt w:val="bullet"/>
      <w:lvlText w:val="*"/>
      <w:lvlJc w:val="left"/>
    </w:lvl>
  </w:abstractNum>
  <w:abstractNum w:abstractNumId="1">
    <w:nsid w:val="01E13922"/>
    <w:multiLevelType w:val="singleLevel"/>
    <w:tmpl w:val="19B6AF48"/>
    <w:lvl w:ilvl="0">
      <w:start w:val="1"/>
      <w:numFmt w:val="decimal"/>
      <w:lvlText w:val="5.7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2">
    <w:nsid w:val="02A92EA5"/>
    <w:multiLevelType w:val="singleLevel"/>
    <w:tmpl w:val="732CD734"/>
    <w:lvl w:ilvl="0">
      <w:start w:val="1"/>
      <w:numFmt w:val="decimal"/>
      <w:lvlText w:val="3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3">
    <w:nsid w:val="031A3636"/>
    <w:multiLevelType w:val="singleLevel"/>
    <w:tmpl w:val="22E65AB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4">
    <w:nsid w:val="0445741C"/>
    <w:multiLevelType w:val="multilevel"/>
    <w:tmpl w:val="F52C2E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3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1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6" w:hanging="1800"/>
      </w:pPr>
      <w:rPr>
        <w:rFonts w:hint="default"/>
      </w:rPr>
    </w:lvl>
  </w:abstractNum>
  <w:abstractNum w:abstractNumId="5">
    <w:nsid w:val="096C21FE"/>
    <w:multiLevelType w:val="singleLevel"/>
    <w:tmpl w:val="A08EF5CE"/>
    <w:lvl w:ilvl="0">
      <w:start w:val="1"/>
      <w:numFmt w:val="decimal"/>
      <w:lvlText w:val="6.3.%1."/>
      <w:legacy w:legacy="1" w:legacySpace="0" w:legacyIndent="700"/>
      <w:lvlJc w:val="left"/>
      <w:rPr>
        <w:rFonts w:ascii="Times New Roman" w:hAnsi="Times New Roman" w:cs="Times New Roman" w:hint="default"/>
      </w:rPr>
    </w:lvl>
  </w:abstractNum>
  <w:abstractNum w:abstractNumId="6">
    <w:nsid w:val="0BC1183A"/>
    <w:multiLevelType w:val="singleLevel"/>
    <w:tmpl w:val="1F1CFF5A"/>
    <w:lvl w:ilvl="0">
      <w:start w:val="1"/>
      <w:numFmt w:val="decimal"/>
      <w:lvlText w:val="6.4.1.%1."/>
      <w:legacy w:legacy="1" w:legacySpace="0" w:legacyIndent="912"/>
      <w:lvlJc w:val="left"/>
      <w:rPr>
        <w:rFonts w:ascii="Times New Roman" w:hAnsi="Times New Roman" w:cs="Times New Roman" w:hint="default"/>
      </w:rPr>
    </w:lvl>
  </w:abstractNum>
  <w:abstractNum w:abstractNumId="7">
    <w:nsid w:val="0E7C63B9"/>
    <w:multiLevelType w:val="singleLevel"/>
    <w:tmpl w:val="E4A64324"/>
    <w:lvl w:ilvl="0">
      <w:start w:val="1"/>
      <w:numFmt w:val="decimal"/>
      <w:lvlText w:val="1.%1."/>
      <w:legacy w:legacy="1" w:legacySpace="0" w:legacyIndent="725"/>
      <w:lvlJc w:val="left"/>
      <w:rPr>
        <w:rFonts w:ascii="Times New Roman" w:hAnsi="Times New Roman" w:cs="Times New Roman" w:hint="default"/>
      </w:rPr>
    </w:lvl>
  </w:abstractNum>
  <w:abstractNum w:abstractNumId="8">
    <w:nsid w:val="104E3E91"/>
    <w:multiLevelType w:val="hybridMultilevel"/>
    <w:tmpl w:val="162CEC2A"/>
    <w:lvl w:ilvl="0" w:tplc="04190013">
      <w:start w:val="1"/>
      <w:numFmt w:val="upperRoman"/>
      <w:lvlText w:val="%1."/>
      <w:lvlJc w:val="righ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64472B9"/>
    <w:multiLevelType w:val="singleLevel"/>
    <w:tmpl w:val="F126FB2A"/>
    <w:lvl w:ilvl="0">
      <w:start w:val="5"/>
      <w:numFmt w:val="decimal"/>
      <w:lvlText w:val="2.2.%1."/>
      <w:legacy w:legacy="1" w:legacySpace="0" w:legacyIndent="773"/>
      <w:lvlJc w:val="left"/>
      <w:rPr>
        <w:rFonts w:ascii="Times New Roman" w:hAnsi="Times New Roman" w:cs="Times New Roman" w:hint="default"/>
      </w:rPr>
    </w:lvl>
  </w:abstractNum>
  <w:abstractNum w:abstractNumId="10">
    <w:nsid w:val="184244AF"/>
    <w:multiLevelType w:val="singleLevel"/>
    <w:tmpl w:val="4D3AF7DE"/>
    <w:lvl w:ilvl="0">
      <w:start w:val="2"/>
      <w:numFmt w:val="decimal"/>
      <w:lvlText w:val="1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11">
    <w:nsid w:val="1E822177"/>
    <w:multiLevelType w:val="singleLevel"/>
    <w:tmpl w:val="F6F81DF6"/>
    <w:lvl w:ilvl="0">
      <w:start w:val="1"/>
      <w:numFmt w:val="decimal"/>
      <w:lvlText w:val="3.1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12">
    <w:nsid w:val="1F355E57"/>
    <w:multiLevelType w:val="hybridMultilevel"/>
    <w:tmpl w:val="2E362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5250F6"/>
    <w:multiLevelType w:val="singleLevel"/>
    <w:tmpl w:val="7A6E34D2"/>
    <w:lvl w:ilvl="0">
      <w:start w:val="1"/>
      <w:numFmt w:val="decimal"/>
      <w:lvlText w:val="6.4.3.%1."/>
      <w:legacy w:legacy="1" w:legacySpace="0" w:legacyIndent="916"/>
      <w:lvlJc w:val="left"/>
      <w:rPr>
        <w:rFonts w:ascii="Times New Roman" w:hAnsi="Times New Roman" w:cs="Times New Roman" w:hint="default"/>
      </w:rPr>
    </w:lvl>
  </w:abstractNum>
  <w:abstractNum w:abstractNumId="14">
    <w:nsid w:val="39814DF1"/>
    <w:multiLevelType w:val="hybridMultilevel"/>
    <w:tmpl w:val="03A63894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CD04644"/>
    <w:multiLevelType w:val="singleLevel"/>
    <w:tmpl w:val="B10A4734"/>
    <w:lvl w:ilvl="0">
      <w:start w:val="2"/>
      <w:numFmt w:val="decimal"/>
      <w:lvlText w:val="2.2.%1."/>
      <w:legacy w:legacy="1" w:legacySpace="0" w:legacyIndent="744"/>
      <w:lvlJc w:val="left"/>
      <w:rPr>
        <w:rFonts w:ascii="Times New Roman" w:hAnsi="Times New Roman" w:cs="Times New Roman" w:hint="default"/>
      </w:rPr>
    </w:lvl>
  </w:abstractNum>
  <w:abstractNum w:abstractNumId="16">
    <w:nsid w:val="40B050D8"/>
    <w:multiLevelType w:val="singleLevel"/>
    <w:tmpl w:val="4BFA300E"/>
    <w:lvl w:ilvl="0">
      <w:start w:val="5"/>
      <w:numFmt w:val="decimal"/>
      <w:lvlText w:val="6.3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17">
    <w:nsid w:val="447A3E4A"/>
    <w:multiLevelType w:val="hybridMultilevel"/>
    <w:tmpl w:val="758AC3AC"/>
    <w:lvl w:ilvl="0" w:tplc="72F24F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7CF23FE"/>
    <w:multiLevelType w:val="singleLevel"/>
    <w:tmpl w:val="E4C04944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9">
    <w:nsid w:val="4DFB6B2E"/>
    <w:multiLevelType w:val="singleLevel"/>
    <w:tmpl w:val="19CC0CF8"/>
    <w:lvl w:ilvl="0">
      <w:start w:val="2"/>
      <w:numFmt w:val="decimal"/>
      <w:lvlText w:val="5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20">
    <w:nsid w:val="59136447"/>
    <w:multiLevelType w:val="hybridMultilevel"/>
    <w:tmpl w:val="99A24526"/>
    <w:lvl w:ilvl="0" w:tplc="0A76C920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164C86"/>
    <w:multiLevelType w:val="multilevel"/>
    <w:tmpl w:val="F52C2E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3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1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6" w:hanging="1800"/>
      </w:pPr>
      <w:rPr>
        <w:rFonts w:hint="default"/>
      </w:rPr>
    </w:lvl>
  </w:abstractNum>
  <w:abstractNum w:abstractNumId="22">
    <w:nsid w:val="5EFE7236"/>
    <w:multiLevelType w:val="singleLevel"/>
    <w:tmpl w:val="B6BCD7A4"/>
    <w:lvl w:ilvl="0">
      <w:start w:val="2"/>
      <w:numFmt w:val="decimal"/>
      <w:lvlText w:val="6.4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23">
    <w:nsid w:val="5FC266A5"/>
    <w:multiLevelType w:val="singleLevel"/>
    <w:tmpl w:val="225A60DE"/>
    <w:lvl w:ilvl="0">
      <w:start w:val="4"/>
      <w:numFmt w:val="decimal"/>
      <w:lvlText w:val="6.4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24">
    <w:nsid w:val="625C3168"/>
    <w:multiLevelType w:val="singleLevel"/>
    <w:tmpl w:val="2A404DA2"/>
    <w:lvl w:ilvl="0">
      <w:start w:val="2"/>
      <w:numFmt w:val="decimal"/>
      <w:lvlText w:val="2.1.%1."/>
      <w:legacy w:legacy="1" w:legacySpace="0" w:legacyIndent="700"/>
      <w:lvlJc w:val="left"/>
      <w:rPr>
        <w:rFonts w:ascii="Times New Roman" w:hAnsi="Times New Roman" w:cs="Times New Roman" w:hint="default"/>
      </w:rPr>
    </w:lvl>
  </w:abstractNum>
  <w:abstractNum w:abstractNumId="25">
    <w:nsid w:val="64F43BE8"/>
    <w:multiLevelType w:val="multilevel"/>
    <w:tmpl w:val="F52C2E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3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1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6" w:hanging="1800"/>
      </w:pPr>
      <w:rPr>
        <w:rFonts w:hint="default"/>
      </w:rPr>
    </w:lvl>
  </w:abstractNum>
  <w:abstractNum w:abstractNumId="26">
    <w:nsid w:val="6A075438"/>
    <w:multiLevelType w:val="singleLevel"/>
    <w:tmpl w:val="502AD680"/>
    <w:lvl w:ilvl="0">
      <w:start w:val="3"/>
      <w:numFmt w:val="decimal"/>
      <w:lvlText w:val="2.1.%1."/>
      <w:legacy w:legacy="1" w:legacySpace="0" w:legacyIndent="892"/>
      <w:lvlJc w:val="left"/>
      <w:rPr>
        <w:rFonts w:ascii="Times New Roman" w:hAnsi="Times New Roman" w:cs="Times New Roman" w:hint="default"/>
      </w:rPr>
    </w:lvl>
  </w:abstractNum>
  <w:abstractNum w:abstractNumId="27">
    <w:nsid w:val="6A4075F7"/>
    <w:multiLevelType w:val="singleLevel"/>
    <w:tmpl w:val="B1C43D66"/>
    <w:lvl w:ilvl="0">
      <w:start w:val="14"/>
      <w:numFmt w:val="decimal"/>
      <w:lvlText w:val="3.1.%1."/>
      <w:legacy w:legacy="1" w:legacySpace="0" w:legacyIndent="778"/>
      <w:lvlJc w:val="left"/>
      <w:rPr>
        <w:rFonts w:ascii="Times New Roman" w:hAnsi="Times New Roman" w:cs="Times New Roman" w:hint="default"/>
      </w:rPr>
    </w:lvl>
  </w:abstractNum>
  <w:abstractNum w:abstractNumId="28">
    <w:nsid w:val="6D0404AE"/>
    <w:multiLevelType w:val="hybridMultilevel"/>
    <w:tmpl w:val="F84C1816"/>
    <w:lvl w:ilvl="0" w:tplc="625271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6F670ACD"/>
    <w:multiLevelType w:val="singleLevel"/>
    <w:tmpl w:val="069626E8"/>
    <w:lvl w:ilvl="0">
      <w:start w:val="2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30">
    <w:nsid w:val="78FB1A9F"/>
    <w:multiLevelType w:val="singleLevel"/>
    <w:tmpl w:val="F744B3BC"/>
    <w:lvl w:ilvl="0">
      <w:start w:val="10"/>
      <w:numFmt w:val="decimal"/>
      <w:lvlText w:val="3.1.%1."/>
      <w:legacy w:legacy="1" w:legacySpace="0" w:legacyIndent="892"/>
      <w:lvlJc w:val="left"/>
      <w:rPr>
        <w:rFonts w:ascii="Times New Roman" w:hAnsi="Times New Roman" w:cs="Times New Roman" w:hint="default"/>
      </w:rPr>
    </w:lvl>
  </w:abstractNum>
  <w:abstractNum w:abstractNumId="31">
    <w:nsid w:val="7FD5648E"/>
    <w:multiLevelType w:val="hybridMultilevel"/>
    <w:tmpl w:val="8C029DDA"/>
    <w:lvl w:ilvl="0" w:tplc="E2A213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2"/>
  </w:num>
  <w:num w:numId="3">
    <w:abstractNumId w:val="31"/>
  </w:num>
  <w:num w:numId="4">
    <w:abstractNumId w:val="28"/>
  </w:num>
  <w:num w:numId="5">
    <w:abstractNumId w:val="17"/>
  </w:num>
  <w:num w:numId="6">
    <w:abstractNumId w:val="18"/>
  </w:num>
  <w:num w:numId="7">
    <w:abstractNumId w:val="0"/>
    <w:lvlOverride w:ilvl="0">
      <w:lvl w:ilvl="0"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9"/>
  </w:num>
  <w:num w:numId="9">
    <w:abstractNumId w:val="14"/>
  </w:num>
  <w:num w:numId="10">
    <w:abstractNumId w:val="7"/>
  </w:num>
  <w:num w:numId="11">
    <w:abstractNumId w:val="10"/>
  </w:num>
  <w:num w:numId="12">
    <w:abstractNumId w:val="24"/>
  </w:num>
  <w:num w:numId="13">
    <w:abstractNumId w:val="26"/>
  </w:num>
  <w:num w:numId="14">
    <w:abstractNumId w:val="26"/>
    <w:lvlOverride w:ilvl="0">
      <w:lvl w:ilvl="0">
        <w:start w:val="3"/>
        <w:numFmt w:val="decimal"/>
        <w:lvlText w:val="2.1.%1."/>
        <w:legacy w:legacy="1" w:legacySpace="0" w:legacyIndent="706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5"/>
  </w:num>
  <w:num w:numId="16">
    <w:abstractNumId w:val="9"/>
  </w:num>
  <w:num w:numId="17">
    <w:abstractNumId w:val="11"/>
  </w:num>
  <w:num w:numId="18">
    <w:abstractNumId w:val="30"/>
  </w:num>
  <w:num w:numId="19">
    <w:abstractNumId w:val="27"/>
  </w:num>
  <w:num w:numId="20">
    <w:abstractNumId w:val="2"/>
  </w:num>
  <w:num w:numId="21">
    <w:abstractNumId w:val="19"/>
  </w:num>
  <w:num w:numId="22">
    <w:abstractNumId w:val="1"/>
  </w:num>
  <w:num w:numId="23">
    <w:abstractNumId w:val="5"/>
  </w:num>
  <w:num w:numId="24">
    <w:abstractNumId w:val="16"/>
  </w:num>
  <w:num w:numId="25">
    <w:abstractNumId w:val="6"/>
  </w:num>
  <w:num w:numId="26">
    <w:abstractNumId w:val="6"/>
    <w:lvlOverride w:ilvl="0">
      <w:lvl w:ilvl="0">
        <w:start w:val="1"/>
        <w:numFmt w:val="decimal"/>
        <w:lvlText w:val="6.4.1.%1."/>
        <w:legacy w:legacy="1" w:legacySpace="0" w:legacyIndent="911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22"/>
  </w:num>
  <w:num w:numId="28">
    <w:abstractNumId w:val="13"/>
  </w:num>
  <w:num w:numId="29">
    <w:abstractNumId w:val="23"/>
  </w:num>
  <w:num w:numId="30">
    <w:abstractNumId w:val="8"/>
  </w:num>
  <w:num w:numId="31">
    <w:abstractNumId w:val="25"/>
  </w:num>
  <w:num w:numId="32">
    <w:abstractNumId w:val="20"/>
  </w:num>
  <w:num w:numId="33">
    <w:abstractNumId w:val="4"/>
  </w:num>
  <w:num w:numId="3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30AB"/>
    <w:rsid w:val="00000F80"/>
    <w:rsid w:val="00001D83"/>
    <w:rsid w:val="00002B64"/>
    <w:rsid w:val="000212E2"/>
    <w:rsid w:val="00047CE6"/>
    <w:rsid w:val="00086B56"/>
    <w:rsid w:val="000A5683"/>
    <w:rsid w:val="000B0D5C"/>
    <w:rsid w:val="000C36EC"/>
    <w:rsid w:val="000C403A"/>
    <w:rsid w:val="000C6A9E"/>
    <w:rsid w:val="000D1BEB"/>
    <w:rsid w:val="000D3565"/>
    <w:rsid w:val="001052EC"/>
    <w:rsid w:val="00113C5D"/>
    <w:rsid w:val="0013344B"/>
    <w:rsid w:val="00136CDC"/>
    <w:rsid w:val="00142479"/>
    <w:rsid w:val="00156919"/>
    <w:rsid w:val="00160B97"/>
    <w:rsid w:val="00170B2D"/>
    <w:rsid w:val="00196D04"/>
    <w:rsid w:val="001A61C3"/>
    <w:rsid w:val="001B7095"/>
    <w:rsid w:val="001C312C"/>
    <w:rsid w:val="001F4987"/>
    <w:rsid w:val="001F78F5"/>
    <w:rsid w:val="00215586"/>
    <w:rsid w:val="0022388D"/>
    <w:rsid w:val="00226CB6"/>
    <w:rsid w:val="00242EC3"/>
    <w:rsid w:val="00247798"/>
    <w:rsid w:val="002606B2"/>
    <w:rsid w:val="00282EAD"/>
    <w:rsid w:val="00295F60"/>
    <w:rsid w:val="002D2EF0"/>
    <w:rsid w:val="002D4162"/>
    <w:rsid w:val="002D4419"/>
    <w:rsid w:val="002E5DFF"/>
    <w:rsid w:val="002E6F71"/>
    <w:rsid w:val="0030018C"/>
    <w:rsid w:val="003008A2"/>
    <w:rsid w:val="003072E9"/>
    <w:rsid w:val="0032549C"/>
    <w:rsid w:val="003256B3"/>
    <w:rsid w:val="003317A2"/>
    <w:rsid w:val="00352A3A"/>
    <w:rsid w:val="00366718"/>
    <w:rsid w:val="00375784"/>
    <w:rsid w:val="00385CDC"/>
    <w:rsid w:val="00396B85"/>
    <w:rsid w:val="003A378A"/>
    <w:rsid w:val="003B471E"/>
    <w:rsid w:val="003C03BF"/>
    <w:rsid w:val="003D411A"/>
    <w:rsid w:val="003D4C76"/>
    <w:rsid w:val="003E1979"/>
    <w:rsid w:val="003E6847"/>
    <w:rsid w:val="003F10C7"/>
    <w:rsid w:val="003F4677"/>
    <w:rsid w:val="00400480"/>
    <w:rsid w:val="00410D33"/>
    <w:rsid w:val="00412AEE"/>
    <w:rsid w:val="00421E94"/>
    <w:rsid w:val="00425395"/>
    <w:rsid w:val="00471EFE"/>
    <w:rsid w:val="00477916"/>
    <w:rsid w:val="00491D9F"/>
    <w:rsid w:val="004A7EDA"/>
    <w:rsid w:val="004C2AE1"/>
    <w:rsid w:val="00501DF9"/>
    <w:rsid w:val="00514A13"/>
    <w:rsid w:val="0053557B"/>
    <w:rsid w:val="00552CC0"/>
    <w:rsid w:val="00554EEA"/>
    <w:rsid w:val="0055692D"/>
    <w:rsid w:val="00562224"/>
    <w:rsid w:val="005870BF"/>
    <w:rsid w:val="00590663"/>
    <w:rsid w:val="00595A21"/>
    <w:rsid w:val="005A5BBE"/>
    <w:rsid w:val="005B559D"/>
    <w:rsid w:val="005E5F20"/>
    <w:rsid w:val="005F4C3F"/>
    <w:rsid w:val="00603D80"/>
    <w:rsid w:val="00616519"/>
    <w:rsid w:val="006265EE"/>
    <w:rsid w:val="00627BFA"/>
    <w:rsid w:val="00657D1D"/>
    <w:rsid w:val="00663D8A"/>
    <w:rsid w:val="00667326"/>
    <w:rsid w:val="00695AF4"/>
    <w:rsid w:val="006A7C2B"/>
    <w:rsid w:val="006B2416"/>
    <w:rsid w:val="006E0997"/>
    <w:rsid w:val="006E30AB"/>
    <w:rsid w:val="006F380E"/>
    <w:rsid w:val="006F72ED"/>
    <w:rsid w:val="0070523C"/>
    <w:rsid w:val="00717957"/>
    <w:rsid w:val="007416A8"/>
    <w:rsid w:val="00741E8A"/>
    <w:rsid w:val="00753098"/>
    <w:rsid w:val="007564AF"/>
    <w:rsid w:val="00777EE4"/>
    <w:rsid w:val="007855FA"/>
    <w:rsid w:val="007C3D7F"/>
    <w:rsid w:val="007F4627"/>
    <w:rsid w:val="007F7409"/>
    <w:rsid w:val="00805446"/>
    <w:rsid w:val="00805A72"/>
    <w:rsid w:val="00813B72"/>
    <w:rsid w:val="00820C3D"/>
    <w:rsid w:val="00843376"/>
    <w:rsid w:val="00847D4E"/>
    <w:rsid w:val="00866A34"/>
    <w:rsid w:val="00882466"/>
    <w:rsid w:val="00890BD0"/>
    <w:rsid w:val="008A60C3"/>
    <w:rsid w:val="008A7C5F"/>
    <w:rsid w:val="008C3404"/>
    <w:rsid w:val="008E2411"/>
    <w:rsid w:val="008F0EF6"/>
    <w:rsid w:val="009045B7"/>
    <w:rsid w:val="00942029"/>
    <w:rsid w:val="009503E8"/>
    <w:rsid w:val="009531EC"/>
    <w:rsid w:val="00954425"/>
    <w:rsid w:val="0096093E"/>
    <w:rsid w:val="00977846"/>
    <w:rsid w:val="00991E8C"/>
    <w:rsid w:val="009A18D1"/>
    <w:rsid w:val="009B0292"/>
    <w:rsid w:val="009B5EE9"/>
    <w:rsid w:val="009D73D4"/>
    <w:rsid w:val="009E419C"/>
    <w:rsid w:val="009F0EDC"/>
    <w:rsid w:val="00A415CC"/>
    <w:rsid w:val="00A46823"/>
    <w:rsid w:val="00A5180F"/>
    <w:rsid w:val="00A554F5"/>
    <w:rsid w:val="00A669CE"/>
    <w:rsid w:val="00A701B5"/>
    <w:rsid w:val="00A70375"/>
    <w:rsid w:val="00A94748"/>
    <w:rsid w:val="00A95C4B"/>
    <w:rsid w:val="00A96315"/>
    <w:rsid w:val="00AA5129"/>
    <w:rsid w:val="00AB0D2B"/>
    <w:rsid w:val="00AB7D80"/>
    <w:rsid w:val="00AC12D4"/>
    <w:rsid w:val="00AD092B"/>
    <w:rsid w:val="00AD483D"/>
    <w:rsid w:val="00B2504E"/>
    <w:rsid w:val="00B26860"/>
    <w:rsid w:val="00B55FA8"/>
    <w:rsid w:val="00B74201"/>
    <w:rsid w:val="00B80498"/>
    <w:rsid w:val="00B80EE5"/>
    <w:rsid w:val="00B84BAC"/>
    <w:rsid w:val="00B8547A"/>
    <w:rsid w:val="00B91D3F"/>
    <w:rsid w:val="00BA2DD8"/>
    <w:rsid w:val="00BA6851"/>
    <w:rsid w:val="00BB74DE"/>
    <w:rsid w:val="00BC4430"/>
    <w:rsid w:val="00BC5D09"/>
    <w:rsid w:val="00BD04ED"/>
    <w:rsid w:val="00BD0E8F"/>
    <w:rsid w:val="00BD176C"/>
    <w:rsid w:val="00BD1E89"/>
    <w:rsid w:val="00BD4322"/>
    <w:rsid w:val="00C0000B"/>
    <w:rsid w:val="00C04768"/>
    <w:rsid w:val="00C20EF2"/>
    <w:rsid w:val="00C22565"/>
    <w:rsid w:val="00C24ADC"/>
    <w:rsid w:val="00C30325"/>
    <w:rsid w:val="00C3175B"/>
    <w:rsid w:val="00C7768E"/>
    <w:rsid w:val="00C95641"/>
    <w:rsid w:val="00C97540"/>
    <w:rsid w:val="00CA7477"/>
    <w:rsid w:val="00CA75DF"/>
    <w:rsid w:val="00CC18C7"/>
    <w:rsid w:val="00CD09CF"/>
    <w:rsid w:val="00CE1405"/>
    <w:rsid w:val="00CF06DD"/>
    <w:rsid w:val="00CF5D73"/>
    <w:rsid w:val="00D23BDD"/>
    <w:rsid w:val="00D419BF"/>
    <w:rsid w:val="00D53668"/>
    <w:rsid w:val="00D6176A"/>
    <w:rsid w:val="00D70220"/>
    <w:rsid w:val="00D732D6"/>
    <w:rsid w:val="00D8570E"/>
    <w:rsid w:val="00DA22C7"/>
    <w:rsid w:val="00DC2292"/>
    <w:rsid w:val="00DC2DF9"/>
    <w:rsid w:val="00DC728A"/>
    <w:rsid w:val="00DE1B2E"/>
    <w:rsid w:val="00DE3C13"/>
    <w:rsid w:val="00DF04E7"/>
    <w:rsid w:val="00E105E7"/>
    <w:rsid w:val="00E271AB"/>
    <w:rsid w:val="00E315DD"/>
    <w:rsid w:val="00E46D10"/>
    <w:rsid w:val="00EC45AC"/>
    <w:rsid w:val="00EE6F84"/>
    <w:rsid w:val="00F05FC5"/>
    <w:rsid w:val="00F33CBB"/>
    <w:rsid w:val="00F37642"/>
    <w:rsid w:val="00F60099"/>
    <w:rsid w:val="00F83892"/>
    <w:rsid w:val="00F83D9C"/>
    <w:rsid w:val="00F90652"/>
    <w:rsid w:val="00F90FBB"/>
    <w:rsid w:val="00FA6779"/>
    <w:rsid w:val="00FB7038"/>
    <w:rsid w:val="00FE332C"/>
    <w:rsid w:val="00FE4C1F"/>
    <w:rsid w:val="00FF5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F06DD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F06DD"/>
    <w:pPr>
      <w:keepNext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F06DD"/>
    <w:pPr>
      <w:keepNext/>
      <w:jc w:val="both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F06DD"/>
    <w:pPr>
      <w:keepNext/>
      <w:jc w:val="center"/>
      <w:outlineLvl w:val="2"/>
    </w:pPr>
    <w:rPr>
      <w:b/>
      <w:bCs/>
      <w:spacing w:val="48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F06DD"/>
    <w:pPr>
      <w:keepNext/>
      <w:jc w:val="right"/>
      <w:outlineLvl w:val="3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42EC3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42E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42EC3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42EC3"/>
    <w:rPr>
      <w:rFonts w:ascii="Calibri" w:hAnsi="Calibri" w:cs="Calibri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CF06DD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42EC3"/>
    <w:rPr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CF06DD"/>
    <w:pPr>
      <w:jc w:val="both"/>
    </w:pPr>
    <w:rPr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242EC3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96B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96B85"/>
    <w:rPr>
      <w:rFonts w:ascii="Tahoma" w:hAnsi="Tahoma" w:cs="Tahoma"/>
      <w:sz w:val="16"/>
      <w:szCs w:val="16"/>
    </w:rPr>
  </w:style>
  <w:style w:type="paragraph" w:customStyle="1" w:styleId="Style8">
    <w:name w:val="Style8"/>
    <w:basedOn w:val="Normal"/>
    <w:uiPriority w:val="99"/>
    <w:rsid w:val="006E0997"/>
    <w:pPr>
      <w:widowControl w:val="0"/>
      <w:autoSpaceDE w:val="0"/>
      <w:autoSpaceDN w:val="0"/>
      <w:adjustRightInd w:val="0"/>
      <w:spacing w:line="482" w:lineRule="exact"/>
      <w:jc w:val="both"/>
    </w:pPr>
    <w:rPr>
      <w:sz w:val="24"/>
      <w:szCs w:val="24"/>
    </w:rPr>
  </w:style>
  <w:style w:type="character" w:customStyle="1" w:styleId="FontStyle59">
    <w:name w:val="Font Style59"/>
    <w:basedOn w:val="DefaultParagraphFont"/>
    <w:uiPriority w:val="99"/>
    <w:rsid w:val="006E0997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Normal"/>
    <w:uiPriority w:val="99"/>
    <w:rsid w:val="006E099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0">
    <w:name w:val="Style20"/>
    <w:basedOn w:val="Normal"/>
    <w:uiPriority w:val="99"/>
    <w:rsid w:val="006E0997"/>
    <w:pPr>
      <w:widowControl w:val="0"/>
      <w:autoSpaceDE w:val="0"/>
      <w:autoSpaceDN w:val="0"/>
      <w:adjustRightInd w:val="0"/>
      <w:spacing w:line="373" w:lineRule="exact"/>
      <w:ind w:firstLine="2602"/>
    </w:pPr>
    <w:rPr>
      <w:sz w:val="24"/>
      <w:szCs w:val="24"/>
    </w:rPr>
  </w:style>
  <w:style w:type="paragraph" w:customStyle="1" w:styleId="Style22">
    <w:name w:val="Style22"/>
    <w:basedOn w:val="Normal"/>
    <w:uiPriority w:val="99"/>
    <w:rsid w:val="006E0997"/>
    <w:pPr>
      <w:widowControl w:val="0"/>
      <w:autoSpaceDE w:val="0"/>
      <w:autoSpaceDN w:val="0"/>
      <w:adjustRightInd w:val="0"/>
      <w:spacing w:line="374" w:lineRule="exact"/>
      <w:jc w:val="both"/>
    </w:pPr>
    <w:rPr>
      <w:sz w:val="24"/>
      <w:szCs w:val="24"/>
    </w:rPr>
  </w:style>
  <w:style w:type="paragraph" w:customStyle="1" w:styleId="Style23">
    <w:name w:val="Style23"/>
    <w:basedOn w:val="Normal"/>
    <w:uiPriority w:val="99"/>
    <w:rsid w:val="006E0997"/>
    <w:pPr>
      <w:widowControl w:val="0"/>
      <w:autoSpaceDE w:val="0"/>
      <w:autoSpaceDN w:val="0"/>
      <w:adjustRightInd w:val="0"/>
      <w:spacing w:line="372" w:lineRule="exact"/>
      <w:ind w:hanging="283"/>
    </w:pPr>
    <w:rPr>
      <w:sz w:val="24"/>
      <w:szCs w:val="24"/>
    </w:rPr>
  </w:style>
  <w:style w:type="paragraph" w:customStyle="1" w:styleId="Style27">
    <w:name w:val="Style27"/>
    <w:basedOn w:val="Normal"/>
    <w:uiPriority w:val="99"/>
    <w:rsid w:val="006E0997"/>
    <w:pPr>
      <w:widowControl w:val="0"/>
      <w:autoSpaceDE w:val="0"/>
      <w:autoSpaceDN w:val="0"/>
      <w:adjustRightInd w:val="0"/>
      <w:spacing w:line="371" w:lineRule="exact"/>
      <w:ind w:hanging="1574"/>
      <w:jc w:val="both"/>
    </w:pPr>
    <w:rPr>
      <w:sz w:val="24"/>
      <w:szCs w:val="24"/>
    </w:rPr>
  </w:style>
  <w:style w:type="character" w:customStyle="1" w:styleId="FontStyle62">
    <w:name w:val="Font Style62"/>
    <w:basedOn w:val="DefaultParagraphFont"/>
    <w:uiPriority w:val="99"/>
    <w:rsid w:val="006E0997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63">
    <w:name w:val="Font Style63"/>
    <w:basedOn w:val="DefaultParagraphFont"/>
    <w:uiPriority w:val="99"/>
    <w:rsid w:val="006E0997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Style5">
    <w:name w:val="Style5"/>
    <w:basedOn w:val="Normal"/>
    <w:uiPriority w:val="99"/>
    <w:rsid w:val="009D73D4"/>
    <w:pPr>
      <w:widowControl w:val="0"/>
      <w:autoSpaceDE w:val="0"/>
      <w:autoSpaceDN w:val="0"/>
      <w:adjustRightInd w:val="0"/>
      <w:spacing w:line="480" w:lineRule="exact"/>
      <w:jc w:val="center"/>
    </w:pPr>
    <w:rPr>
      <w:sz w:val="24"/>
      <w:szCs w:val="24"/>
    </w:rPr>
  </w:style>
  <w:style w:type="paragraph" w:customStyle="1" w:styleId="Style30">
    <w:name w:val="Style30"/>
    <w:basedOn w:val="Normal"/>
    <w:uiPriority w:val="99"/>
    <w:rsid w:val="009D73D4"/>
    <w:pPr>
      <w:widowControl w:val="0"/>
      <w:autoSpaceDE w:val="0"/>
      <w:autoSpaceDN w:val="0"/>
      <w:adjustRightInd w:val="0"/>
      <w:spacing w:line="322" w:lineRule="exact"/>
      <w:jc w:val="center"/>
    </w:pPr>
    <w:rPr>
      <w:sz w:val="24"/>
      <w:szCs w:val="24"/>
    </w:rPr>
  </w:style>
  <w:style w:type="character" w:customStyle="1" w:styleId="FontStyle66">
    <w:name w:val="Font Style66"/>
    <w:basedOn w:val="DefaultParagraphFont"/>
    <w:uiPriority w:val="99"/>
    <w:rsid w:val="009D73D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3">
    <w:name w:val="Style33"/>
    <w:basedOn w:val="Normal"/>
    <w:uiPriority w:val="99"/>
    <w:rsid w:val="00DC2292"/>
    <w:pPr>
      <w:widowControl w:val="0"/>
      <w:autoSpaceDE w:val="0"/>
      <w:autoSpaceDN w:val="0"/>
      <w:adjustRightInd w:val="0"/>
      <w:spacing w:line="322" w:lineRule="exact"/>
      <w:ind w:firstLine="562"/>
      <w:jc w:val="both"/>
    </w:pPr>
    <w:rPr>
      <w:sz w:val="24"/>
      <w:szCs w:val="24"/>
    </w:rPr>
  </w:style>
  <w:style w:type="paragraph" w:customStyle="1" w:styleId="Style34">
    <w:name w:val="Style34"/>
    <w:basedOn w:val="Normal"/>
    <w:uiPriority w:val="99"/>
    <w:rsid w:val="00DC2292"/>
    <w:pPr>
      <w:widowControl w:val="0"/>
      <w:autoSpaceDE w:val="0"/>
      <w:autoSpaceDN w:val="0"/>
      <w:adjustRightInd w:val="0"/>
      <w:spacing w:line="322" w:lineRule="exact"/>
      <w:ind w:firstLine="701"/>
      <w:jc w:val="both"/>
    </w:pPr>
    <w:rPr>
      <w:sz w:val="24"/>
      <w:szCs w:val="24"/>
    </w:rPr>
  </w:style>
  <w:style w:type="paragraph" w:customStyle="1" w:styleId="Style37">
    <w:name w:val="Style37"/>
    <w:basedOn w:val="Normal"/>
    <w:uiPriority w:val="99"/>
    <w:rsid w:val="00A95C4B"/>
    <w:pPr>
      <w:widowControl w:val="0"/>
      <w:autoSpaceDE w:val="0"/>
      <w:autoSpaceDN w:val="0"/>
      <w:adjustRightInd w:val="0"/>
      <w:spacing w:line="323" w:lineRule="exact"/>
      <w:ind w:firstLine="2472"/>
    </w:pPr>
    <w:rPr>
      <w:sz w:val="24"/>
      <w:szCs w:val="24"/>
    </w:rPr>
  </w:style>
  <w:style w:type="paragraph" w:customStyle="1" w:styleId="Style38">
    <w:name w:val="Style38"/>
    <w:basedOn w:val="Normal"/>
    <w:uiPriority w:val="99"/>
    <w:rsid w:val="00A95C4B"/>
    <w:pPr>
      <w:widowControl w:val="0"/>
      <w:autoSpaceDE w:val="0"/>
      <w:autoSpaceDN w:val="0"/>
      <w:adjustRightInd w:val="0"/>
      <w:spacing w:line="329" w:lineRule="exact"/>
      <w:ind w:firstLine="2510"/>
    </w:pPr>
    <w:rPr>
      <w:sz w:val="24"/>
      <w:szCs w:val="24"/>
    </w:rPr>
  </w:style>
  <w:style w:type="character" w:customStyle="1" w:styleId="FontStyle69">
    <w:name w:val="Font Style69"/>
    <w:basedOn w:val="DefaultParagraphFont"/>
    <w:uiPriority w:val="99"/>
    <w:rsid w:val="00A95C4B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Style41">
    <w:name w:val="Style41"/>
    <w:basedOn w:val="Normal"/>
    <w:uiPriority w:val="99"/>
    <w:rsid w:val="00A95C4B"/>
    <w:pPr>
      <w:widowControl w:val="0"/>
      <w:autoSpaceDE w:val="0"/>
      <w:autoSpaceDN w:val="0"/>
      <w:adjustRightInd w:val="0"/>
      <w:spacing w:line="317" w:lineRule="exact"/>
      <w:ind w:firstLine="725"/>
      <w:jc w:val="both"/>
    </w:pPr>
    <w:rPr>
      <w:sz w:val="24"/>
      <w:szCs w:val="24"/>
    </w:rPr>
  </w:style>
  <w:style w:type="paragraph" w:customStyle="1" w:styleId="Style3">
    <w:name w:val="Style3"/>
    <w:basedOn w:val="Normal"/>
    <w:uiPriority w:val="99"/>
    <w:rsid w:val="00F83892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44">
    <w:name w:val="Style44"/>
    <w:basedOn w:val="Normal"/>
    <w:uiPriority w:val="99"/>
    <w:rsid w:val="00F8389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6">
    <w:name w:val="Style46"/>
    <w:basedOn w:val="Normal"/>
    <w:uiPriority w:val="99"/>
    <w:rsid w:val="00F83892"/>
    <w:pPr>
      <w:widowControl w:val="0"/>
      <w:autoSpaceDE w:val="0"/>
      <w:autoSpaceDN w:val="0"/>
      <w:adjustRightInd w:val="0"/>
      <w:spacing w:line="319" w:lineRule="exact"/>
      <w:jc w:val="center"/>
    </w:pPr>
    <w:rPr>
      <w:sz w:val="24"/>
      <w:szCs w:val="24"/>
    </w:rPr>
  </w:style>
  <w:style w:type="paragraph" w:customStyle="1" w:styleId="Style48">
    <w:name w:val="Style48"/>
    <w:basedOn w:val="Normal"/>
    <w:uiPriority w:val="99"/>
    <w:rsid w:val="00F8389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9">
    <w:name w:val="Style49"/>
    <w:basedOn w:val="Normal"/>
    <w:uiPriority w:val="99"/>
    <w:rsid w:val="00F83892"/>
    <w:pPr>
      <w:widowControl w:val="0"/>
      <w:autoSpaceDE w:val="0"/>
      <w:autoSpaceDN w:val="0"/>
      <w:adjustRightInd w:val="0"/>
      <w:spacing w:line="320" w:lineRule="exact"/>
    </w:pPr>
    <w:rPr>
      <w:sz w:val="24"/>
      <w:szCs w:val="24"/>
    </w:rPr>
  </w:style>
  <w:style w:type="paragraph" w:customStyle="1" w:styleId="Style50">
    <w:name w:val="Style50"/>
    <w:basedOn w:val="Normal"/>
    <w:uiPriority w:val="99"/>
    <w:rsid w:val="00F8389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1">
    <w:name w:val="Style51"/>
    <w:basedOn w:val="Normal"/>
    <w:uiPriority w:val="99"/>
    <w:rsid w:val="00F8389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0">
    <w:name w:val="Font Style70"/>
    <w:basedOn w:val="DefaultParagraphFont"/>
    <w:uiPriority w:val="99"/>
    <w:rsid w:val="00F83892"/>
    <w:rPr>
      <w:rFonts w:ascii="Times New Roman" w:hAnsi="Times New Roman" w:cs="Times New Roman"/>
      <w:sz w:val="26"/>
      <w:szCs w:val="26"/>
    </w:rPr>
  </w:style>
  <w:style w:type="character" w:customStyle="1" w:styleId="FontStyle71">
    <w:name w:val="Font Style71"/>
    <w:basedOn w:val="DefaultParagraphFont"/>
    <w:uiPriority w:val="99"/>
    <w:rsid w:val="00F83892"/>
    <w:rPr>
      <w:rFonts w:ascii="Century Schoolbook" w:hAnsi="Century Schoolbook" w:cs="Century Schoolbook"/>
      <w:b/>
      <w:bCs/>
      <w:sz w:val="28"/>
      <w:szCs w:val="28"/>
    </w:rPr>
  </w:style>
  <w:style w:type="character" w:customStyle="1" w:styleId="FontStyle72">
    <w:name w:val="Font Style72"/>
    <w:basedOn w:val="DefaultParagraphFont"/>
    <w:uiPriority w:val="99"/>
    <w:rsid w:val="00F83892"/>
    <w:rPr>
      <w:rFonts w:ascii="Impact" w:hAnsi="Impact" w:cs="Impact"/>
      <w:spacing w:val="20"/>
      <w:sz w:val="8"/>
      <w:szCs w:val="8"/>
    </w:rPr>
  </w:style>
  <w:style w:type="character" w:customStyle="1" w:styleId="FontStyle74">
    <w:name w:val="Font Style74"/>
    <w:basedOn w:val="DefaultParagraphFont"/>
    <w:uiPriority w:val="99"/>
    <w:rsid w:val="00F83892"/>
    <w:rPr>
      <w:rFonts w:ascii="Times New Roman" w:hAnsi="Times New Roman" w:cs="Times New Roman"/>
      <w:b/>
      <w:bCs/>
      <w:sz w:val="14"/>
      <w:szCs w:val="14"/>
    </w:rPr>
  </w:style>
  <w:style w:type="paragraph" w:customStyle="1" w:styleId="Style55">
    <w:name w:val="Style55"/>
    <w:basedOn w:val="Normal"/>
    <w:uiPriority w:val="99"/>
    <w:rsid w:val="00F8389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3">
    <w:name w:val="Font Style73"/>
    <w:basedOn w:val="DefaultParagraphFont"/>
    <w:uiPriority w:val="99"/>
    <w:rsid w:val="00F83892"/>
    <w:rPr>
      <w:rFonts w:ascii="Century Schoolbook" w:hAnsi="Century Schoolbook" w:cs="Century Schoolbook"/>
      <w:b/>
      <w:bCs/>
      <w:sz w:val="28"/>
      <w:szCs w:val="28"/>
    </w:rPr>
  </w:style>
  <w:style w:type="paragraph" w:customStyle="1" w:styleId="Style53">
    <w:name w:val="Style53"/>
    <w:basedOn w:val="Normal"/>
    <w:uiPriority w:val="99"/>
    <w:rsid w:val="00295F60"/>
    <w:pPr>
      <w:widowControl w:val="0"/>
      <w:autoSpaceDE w:val="0"/>
      <w:autoSpaceDN w:val="0"/>
      <w:adjustRightInd w:val="0"/>
      <w:spacing w:line="374" w:lineRule="exact"/>
      <w:ind w:firstLine="720"/>
    </w:pPr>
    <w:rPr>
      <w:sz w:val="24"/>
      <w:szCs w:val="24"/>
    </w:rPr>
  </w:style>
  <w:style w:type="paragraph" w:customStyle="1" w:styleId="Style4">
    <w:name w:val="Style4"/>
    <w:basedOn w:val="Normal"/>
    <w:uiPriority w:val="99"/>
    <w:rsid w:val="00295F60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36">
    <w:name w:val="Style36"/>
    <w:basedOn w:val="Normal"/>
    <w:uiPriority w:val="99"/>
    <w:rsid w:val="00295F60"/>
    <w:pPr>
      <w:widowControl w:val="0"/>
      <w:autoSpaceDE w:val="0"/>
      <w:autoSpaceDN w:val="0"/>
      <w:adjustRightInd w:val="0"/>
      <w:spacing w:line="326" w:lineRule="exact"/>
      <w:ind w:firstLine="701"/>
    </w:pPr>
    <w:rPr>
      <w:sz w:val="24"/>
      <w:szCs w:val="24"/>
    </w:rPr>
  </w:style>
  <w:style w:type="paragraph" w:customStyle="1" w:styleId="Style43">
    <w:name w:val="Style43"/>
    <w:basedOn w:val="Normal"/>
    <w:uiPriority w:val="99"/>
    <w:rsid w:val="00295F60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Hyperlink">
    <w:name w:val="Hyperlink"/>
    <w:basedOn w:val="DefaultParagraphFont"/>
    <w:uiPriority w:val="99"/>
    <w:rsid w:val="009531E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606</TotalTime>
  <Pages>6</Pages>
  <Words>1948</Words>
  <Characters>11104</Characters>
  <Application>Microsoft Office Outlook</Application>
  <DocSecurity>0</DocSecurity>
  <Lines>0</Lines>
  <Paragraphs>0</Paragraphs>
  <ScaleCrop>false</ScaleCrop>
  <Company>Primtep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ўў</dc:creator>
  <cp:keywords/>
  <dc:description/>
  <cp:lastModifiedBy>adm28</cp:lastModifiedBy>
  <cp:revision>15</cp:revision>
  <cp:lastPrinted>2017-06-09T04:23:00Z</cp:lastPrinted>
  <dcterms:created xsi:type="dcterms:W3CDTF">2017-06-06T07:30:00Z</dcterms:created>
  <dcterms:modified xsi:type="dcterms:W3CDTF">2017-06-21T02:57:00Z</dcterms:modified>
</cp:coreProperties>
</file>